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5E8CFC7C" w14:textId="77777777" w:rsidTr="00060C0C">
        <w:trPr>
          <w:trHeight w:hRule="exact" w:val="2948"/>
        </w:trPr>
        <w:tc>
          <w:tcPr>
            <w:tcW w:w="11185" w:type="dxa"/>
            <w:shd w:val="clear" w:color="auto" w:fill="83D0F5"/>
            <w:vAlign w:val="center"/>
          </w:tcPr>
          <w:p w14:paraId="037FF2A9" w14:textId="77777777" w:rsidR="00974E99" w:rsidRPr="00405755" w:rsidRDefault="00974E99" w:rsidP="00564664">
            <w:pPr>
              <w:pStyle w:val="Documenttype"/>
            </w:pPr>
            <w:r w:rsidRPr="00405755">
              <w:t xml:space="preserve">IALA </w:t>
            </w:r>
            <w:r w:rsidR="00F905E1" w:rsidRPr="00405755">
              <w:t>R</w:t>
            </w:r>
            <w:r w:rsidR="00456EE9" w:rsidRPr="00405755">
              <w:t>ECOMMENDATI</w:t>
            </w:r>
            <w:r w:rsidR="00F905E1" w:rsidRPr="00405755">
              <w:t>ON</w:t>
            </w:r>
          </w:p>
        </w:tc>
      </w:tr>
    </w:tbl>
    <w:p w14:paraId="61BEF8A3" w14:textId="77777777" w:rsidR="008972C3" w:rsidRPr="00405755" w:rsidRDefault="008972C3" w:rsidP="003274DB"/>
    <w:p w14:paraId="76556C03" w14:textId="77777777" w:rsidR="00D74AE1" w:rsidRPr="00405755" w:rsidRDefault="00D74AE1" w:rsidP="003274DB"/>
    <w:p w14:paraId="461DB762" w14:textId="77777777" w:rsidR="00111E0A" w:rsidRPr="00405755" w:rsidRDefault="002163AE" w:rsidP="00111E0A">
      <w:pPr>
        <w:pStyle w:val="Documentnumber"/>
      </w:pPr>
      <w:r>
        <w:t>E-106</w:t>
      </w:r>
    </w:p>
    <w:p w14:paraId="7D111406" w14:textId="77777777" w:rsidR="00111E0A" w:rsidRPr="00405755" w:rsidRDefault="00111E0A" w:rsidP="003274DB"/>
    <w:p w14:paraId="133A19D3" w14:textId="77777777" w:rsidR="00776004" w:rsidRPr="00405755" w:rsidRDefault="002163AE" w:rsidP="00564664">
      <w:pPr>
        <w:pStyle w:val="Documentname"/>
      </w:pPr>
      <w:r>
        <w:t>Recommendation on the use of retrorefelcting material on Aids to navigation Marks within the iala maritime buoyage system</w:t>
      </w:r>
    </w:p>
    <w:p w14:paraId="36FD8001" w14:textId="77777777" w:rsidR="00D74AE1" w:rsidRPr="00405755" w:rsidRDefault="00D74AE1" w:rsidP="00D74AE1"/>
    <w:p w14:paraId="362483BA" w14:textId="77777777" w:rsidR="006A48A6" w:rsidRPr="00405755" w:rsidRDefault="006A48A6" w:rsidP="00D74AE1"/>
    <w:p w14:paraId="31DE367C" w14:textId="77777777" w:rsidR="005378B8" w:rsidRPr="00405755" w:rsidRDefault="005378B8" w:rsidP="00D74AE1"/>
    <w:p w14:paraId="34DD0A90" w14:textId="77777777" w:rsidR="005378B8" w:rsidRPr="00405755" w:rsidRDefault="005378B8" w:rsidP="00D74AE1"/>
    <w:p w14:paraId="1EEB1626" w14:textId="77777777" w:rsidR="005378B8" w:rsidRPr="00405755" w:rsidRDefault="005378B8" w:rsidP="00D74AE1"/>
    <w:p w14:paraId="3BBD6F7F" w14:textId="77777777" w:rsidR="005378B8" w:rsidRPr="00405755" w:rsidRDefault="005378B8" w:rsidP="00D74AE1"/>
    <w:p w14:paraId="6D6B1DBF" w14:textId="77777777" w:rsidR="005378B8" w:rsidRPr="00405755" w:rsidRDefault="005378B8" w:rsidP="00D74AE1"/>
    <w:p w14:paraId="41611495" w14:textId="77777777" w:rsidR="005378B8" w:rsidRPr="00405755" w:rsidRDefault="005378B8" w:rsidP="00D74AE1"/>
    <w:p w14:paraId="445F7D0F" w14:textId="77777777" w:rsidR="005378B8" w:rsidRPr="00405755" w:rsidRDefault="005378B8" w:rsidP="00D74AE1"/>
    <w:p w14:paraId="1E4D75A1" w14:textId="77777777" w:rsidR="005378B8" w:rsidRPr="00405755" w:rsidRDefault="005378B8" w:rsidP="00D74AE1"/>
    <w:p w14:paraId="1CA6586A" w14:textId="77777777" w:rsidR="005378B8" w:rsidRPr="00405755" w:rsidRDefault="005378B8" w:rsidP="00D74AE1"/>
    <w:p w14:paraId="349A9374" w14:textId="77777777" w:rsidR="005378B8" w:rsidRPr="00405755" w:rsidRDefault="005378B8" w:rsidP="00D74AE1"/>
    <w:p w14:paraId="2917A4C8" w14:textId="77777777" w:rsidR="005378B8" w:rsidRPr="00405755" w:rsidRDefault="005378B8" w:rsidP="00D74AE1"/>
    <w:p w14:paraId="0B1945C1" w14:textId="77777777" w:rsidR="005378B8" w:rsidRPr="00405755" w:rsidRDefault="005378B8" w:rsidP="00D74AE1"/>
    <w:p w14:paraId="6395C052" w14:textId="77777777" w:rsidR="005378B8" w:rsidRPr="00405755" w:rsidRDefault="005378B8" w:rsidP="00D74AE1"/>
    <w:p w14:paraId="0300075F" w14:textId="77777777" w:rsidR="005378B8" w:rsidRPr="00405755" w:rsidRDefault="005378B8" w:rsidP="00D74AE1"/>
    <w:p w14:paraId="33278B79" w14:textId="77777777" w:rsidR="005378B8" w:rsidRPr="00405755" w:rsidRDefault="005378B8" w:rsidP="00D74AE1"/>
    <w:p w14:paraId="0F1E7123" w14:textId="77777777" w:rsidR="005378B8" w:rsidRPr="00405755" w:rsidRDefault="005378B8" w:rsidP="005378B8">
      <w:pPr>
        <w:pStyle w:val="Editionnumber"/>
      </w:pPr>
      <w:r w:rsidRPr="00405755">
        <w:t xml:space="preserve">Edition </w:t>
      </w:r>
      <w:commentRangeStart w:id="0"/>
      <w:r w:rsidRPr="00405755">
        <w:t>1.0</w:t>
      </w:r>
      <w:commentRangeEnd w:id="0"/>
      <w:r w:rsidRPr="00405755">
        <w:rPr>
          <w:rStyle w:val="CommentReference"/>
          <w:b w:val="0"/>
          <w:color w:val="auto"/>
        </w:rPr>
        <w:commentReference w:id="0"/>
      </w:r>
    </w:p>
    <w:p w14:paraId="1DE6FD78" w14:textId="77777777" w:rsidR="006A48A6" w:rsidRPr="00405755" w:rsidRDefault="005378B8" w:rsidP="005378B8">
      <w:pPr>
        <w:pStyle w:val="Documentdate"/>
      </w:pPr>
      <w:r w:rsidRPr="00405755">
        <w:t xml:space="preserve">Document </w:t>
      </w:r>
      <w:commentRangeStart w:id="1"/>
      <w:r w:rsidRPr="00405755">
        <w:t>date</w:t>
      </w:r>
      <w:commentRangeEnd w:id="1"/>
      <w:r w:rsidRPr="00405755">
        <w:rPr>
          <w:rStyle w:val="CommentReference"/>
          <w:b w:val="0"/>
          <w:color w:val="auto"/>
        </w:rPr>
        <w:commentReference w:id="1"/>
      </w:r>
    </w:p>
    <w:p w14:paraId="4196AF73" w14:textId="77777777" w:rsidR="00BC27F6" w:rsidRPr="00405755" w:rsidRDefault="00BC27F6" w:rsidP="00D74AE1">
      <w:pPr>
        <w:sectPr w:rsidR="00BC27F6" w:rsidRPr="00405755"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4CD593DC"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5851808D" w14:textId="77777777" w:rsidTr="005E4659">
        <w:tc>
          <w:tcPr>
            <w:tcW w:w="1908" w:type="dxa"/>
          </w:tcPr>
          <w:p w14:paraId="38964AE5" w14:textId="77777777" w:rsidR="00914E26" w:rsidRPr="00405755" w:rsidRDefault="00914E26" w:rsidP="00914E26">
            <w:pPr>
              <w:pStyle w:val="Tabletexttitle"/>
            </w:pPr>
            <w:r w:rsidRPr="00405755">
              <w:t>Date</w:t>
            </w:r>
          </w:p>
        </w:tc>
        <w:tc>
          <w:tcPr>
            <w:tcW w:w="3576" w:type="dxa"/>
          </w:tcPr>
          <w:p w14:paraId="78C40336" w14:textId="77777777" w:rsidR="00914E26" w:rsidRPr="00405755" w:rsidRDefault="00914E26" w:rsidP="00914E26">
            <w:pPr>
              <w:pStyle w:val="Tabletexttitle"/>
            </w:pPr>
            <w:r w:rsidRPr="00405755">
              <w:t>Page / Section Revised</w:t>
            </w:r>
          </w:p>
        </w:tc>
        <w:tc>
          <w:tcPr>
            <w:tcW w:w="5001" w:type="dxa"/>
          </w:tcPr>
          <w:p w14:paraId="12BC2E86" w14:textId="77777777" w:rsidR="00914E26" w:rsidRPr="00405755" w:rsidRDefault="00914E26" w:rsidP="005E4659">
            <w:pPr>
              <w:pStyle w:val="Tabletexttitle"/>
              <w:ind w:right="112"/>
            </w:pPr>
            <w:r w:rsidRPr="00405755">
              <w:t>Requirement for Revision</w:t>
            </w:r>
          </w:p>
        </w:tc>
      </w:tr>
      <w:tr w:rsidR="005E4659" w:rsidRPr="00405755" w14:paraId="71B95129" w14:textId="77777777" w:rsidTr="005E4659">
        <w:trPr>
          <w:trHeight w:val="851"/>
        </w:trPr>
        <w:tc>
          <w:tcPr>
            <w:tcW w:w="1908" w:type="dxa"/>
            <w:vAlign w:val="center"/>
          </w:tcPr>
          <w:p w14:paraId="49BD9210" w14:textId="77777777" w:rsidR="00914E26" w:rsidRPr="00405755" w:rsidRDefault="002163AE" w:rsidP="00914E26">
            <w:pPr>
              <w:pStyle w:val="Tabletext"/>
            </w:pPr>
            <w:r>
              <w:t>month/year approved by Council</w:t>
            </w:r>
          </w:p>
        </w:tc>
        <w:tc>
          <w:tcPr>
            <w:tcW w:w="3576" w:type="dxa"/>
            <w:vAlign w:val="center"/>
          </w:tcPr>
          <w:p w14:paraId="08995EC9" w14:textId="77777777" w:rsidR="00914E26" w:rsidRPr="00405755" w:rsidRDefault="002163AE" w:rsidP="00914E26">
            <w:pPr>
              <w:pStyle w:val="Tabletext"/>
            </w:pPr>
            <w:proofErr w:type="spellStart"/>
            <w:r>
              <w:t>aaaaa</w:t>
            </w:r>
            <w:proofErr w:type="spellEnd"/>
          </w:p>
        </w:tc>
        <w:tc>
          <w:tcPr>
            <w:tcW w:w="5001" w:type="dxa"/>
            <w:vAlign w:val="center"/>
          </w:tcPr>
          <w:p w14:paraId="7ED5F8DE" w14:textId="77777777" w:rsidR="00914E26" w:rsidRPr="00405755" w:rsidRDefault="002163AE" w:rsidP="00914E26">
            <w:pPr>
              <w:pStyle w:val="Tabletext"/>
            </w:pPr>
            <w:commentRangeStart w:id="2"/>
            <w:proofErr w:type="spellStart"/>
            <w:r>
              <w:t>aaaaa</w:t>
            </w:r>
            <w:commentRangeEnd w:id="2"/>
            <w:proofErr w:type="spellEnd"/>
            <w:r>
              <w:rPr>
                <w:rStyle w:val="CommentReference"/>
                <w:color w:val="auto"/>
              </w:rPr>
              <w:commentReference w:id="2"/>
            </w:r>
          </w:p>
        </w:tc>
      </w:tr>
      <w:tr w:rsidR="005E4659" w:rsidRPr="00405755" w14:paraId="6CD72F13" w14:textId="77777777" w:rsidTr="005E4659">
        <w:trPr>
          <w:trHeight w:val="851"/>
        </w:trPr>
        <w:tc>
          <w:tcPr>
            <w:tcW w:w="1908" w:type="dxa"/>
            <w:vAlign w:val="center"/>
          </w:tcPr>
          <w:p w14:paraId="6D6B7D1D" w14:textId="77777777" w:rsidR="00914E26" w:rsidRPr="00405755" w:rsidRDefault="00914E26" w:rsidP="00914E26">
            <w:pPr>
              <w:pStyle w:val="Tabletext"/>
            </w:pPr>
          </w:p>
        </w:tc>
        <w:tc>
          <w:tcPr>
            <w:tcW w:w="3576" w:type="dxa"/>
            <w:vAlign w:val="center"/>
          </w:tcPr>
          <w:p w14:paraId="4FABBF0A" w14:textId="77777777" w:rsidR="00914E26" w:rsidRPr="00405755" w:rsidRDefault="00914E26" w:rsidP="00914E26">
            <w:pPr>
              <w:pStyle w:val="Tabletext"/>
            </w:pPr>
          </w:p>
        </w:tc>
        <w:tc>
          <w:tcPr>
            <w:tcW w:w="5001" w:type="dxa"/>
            <w:vAlign w:val="center"/>
          </w:tcPr>
          <w:p w14:paraId="0ACCC611" w14:textId="77777777" w:rsidR="00914E26" w:rsidRPr="00405755" w:rsidRDefault="00914E26" w:rsidP="00914E26">
            <w:pPr>
              <w:pStyle w:val="Tabletext"/>
            </w:pPr>
          </w:p>
        </w:tc>
      </w:tr>
      <w:tr w:rsidR="005E4659" w:rsidRPr="00405755" w14:paraId="2BF52AF1" w14:textId="77777777" w:rsidTr="005E4659">
        <w:trPr>
          <w:trHeight w:val="851"/>
        </w:trPr>
        <w:tc>
          <w:tcPr>
            <w:tcW w:w="1908" w:type="dxa"/>
            <w:vAlign w:val="center"/>
          </w:tcPr>
          <w:p w14:paraId="1635CEE3" w14:textId="77777777" w:rsidR="00914E26" w:rsidRPr="00405755" w:rsidRDefault="00914E26" w:rsidP="00914E26">
            <w:pPr>
              <w:pStyle w:val="Tabletext"/>
            </w:pPr>
          </w:p>
        </w:tc>
        <w:tc>
          <w:tcPr>
            <w:tcW w:w="3576" w:type="dxa"/>
            <w:vAlign w:val="center"/>
          </w:tcPr>
          <w:p w14:paraId="294E8BFF" w14:textId="77777777" w:rsidR="00914E26" w:rsidRPr="00405755" w:rsidRDefault="00914E26" w:rsidP="00914E26">
            <w:pPr>
              <w:pStyle w:val="Tabletext"/>
            </w:pPr>
          </w:p>
        </w:tc>
        <w:tc>
          <w:tcPr>
            <w:tcW w:w="5001" w:type="dxa"/>
            <w:vAlign w:val="center"/>
          </w:tcPr>
          <w:p w14:paraId="455D6B96" w14:textId="77777777" w:rsidR="00914E26" w:rsidRPr="00405755" w:rsidRDefault="00914E26" w:rsidP="00914E26">
            <w:pPr>
              <w:pStyle w:val="Tabletext"/>
            </w:pPr>
          </w:p>
        </w:tc>
      </w:tr>
      <w:tr w:rsidR="005E4659" w:rsidRPr="00405755" w14:paraId="51EF10A2" w14:textId="77777777" w:rsidTr="005E4659">
        <w:trPr>
          <w:trHeight w:val="851"/>
        </w:trPr>
        <w:tc>
          <w:tcPr>
            <w:tcW w:w="1908" w:type="dxa"/>
            <w:vAlign w:val="center"/>
          </w:tcPr>
          <w:p w14:paraId="777D2408" w14:textId="77777777" w:rsidR="00914E26" w:rsidRPr="00405755" w:rsidRDefault="00914E26" w:rsidP="00914E26">
            <w:pPr>
              <w:pStyle w:val="Tabletext"/>
            </w:pPr>
          </w:p>
        </w:tc>
        <w:tc>
          <w:tcPr>
            <w:tcW w:w="3576" w:type="dxa"/>
            <w:vAlign w:val="center"/>
          </w:tcPr>
          <w:p w14:paraId="16DC47DC" w14:textId="77777777" w:rsidR="00914E26" w:rsidRPr="00405755" w:rsidRDefault="00914E26" w:rsidP="00914E26">
            <w:pPr>
              <w:pStyle w:val="Tabletext"/>
            </w:pPr>
          </w:p>
        </w:tc>
        <w:tc>
          <w:tcPr>
            <w:tcW w:w="5001" w:type="dxa"/>
            <w:vAlign w:val="center"/>
          </w:tcPr>
          <w:p w14:paraId="1BBD8DA1" w14:textId="77777777" w:rsidR="00914E26" w:rsidRPr="00405755" w:rsidRDefault="00914E26" w:rsidP="00914E26">
            <w:pPr>
              <w:pStyle w:val="Tabletext"/>
            </w:pPr>
          </w:p>
        </w:tc>
      </w:tr>
      <w:tr w:rsidR="005E4659" w:rsidRPr="00405755" w14:paraId="39DE7E6F" w14:textId="77777777" w:rsidTr="005E4659">
        <w:trPr>
          <w:trHeight w:val="851"/>
        </w:trPr>
        <w:tc>
          <w:tcPr>
            <w:tcW w:w="1908" w:type="dxa"/>
            <w:vAlign w:val="center"/>
          </w:tcPr>
          <w:p w14:paraId="5B5E0B10" w14:textId="77777777" w:rsidR="00914E26" w:rsidRPr="00405755" w:rsidRDefault="00914E26" w:rsidP="00914E26">
            <w:pPr>
              <w:pStyle w:val="Tabletext"/>
            </w:pPr>
          </w:p>
        </w:tc>
        <w:tc>
          <w:tcPr>
            <w:tcW w:w="3576" w:type="dxa"/>
            <w:vAlign w:val="center"/>
          </w:tcPr>
          <w:p w14:paraId="41DB5A73" w14:textId="77777777" w:rsidR="00914E26" w:rsidRPr="00405755" w:rsidRDefault="00914E26" w:rsidP="00914E26">
            <w:pPr>
              <w:pStyle w:val="Tabletext"/>
            </w:pPr>
          </w:p>
        </w:tc>
        <w:tc>
          <w:tcPr>
            <w:tcW w:w="5001" w:type="dxa"/>
            <w:vAlign w:val="center"/>
          </w:tcPr>
          <w:p w14:paraId="1729CE5D" w14:textId="77777777" w:rsidR="00914E26" w:rsidRPr="00405755" w:rsidRDefault="00914E26" w:rsidP="00914E26">
            <w:pPr>
              <w:pStyle w:val="Tabletext"/>
            </w:pPr>
          </w:p>
        </w:tc>
      </w:tr>
      <w:tr w:rsidR="005E4659" w:rsidRPr="00405755" w14:paraId="3CF94FDC" w14:textId="77777777" w:rsidTr="005E4659">
        <w:trPr>
          <w:trHeight w:val="851"/>
        </w:trPr>
        <w:tc>
          <w:tcPr>
            <w:tcW w:w="1908" w:type="dxa"/>
            <w:vAlign w:val="center"/>
          </w:tcPr>
          <w:p w14:paraId="27A52817" w14:textId="77777777" w:rsidR="00914E26" w:rsidRPr="00405755" w:rsidRDefault="00914E26" w:rsidP="00914E26">
            <w:pPr>
              <w:pStyle w:val="Tabletext"/>
            </w:pPr>
          </w:p>
        </w:tc>
        <w:tc>
          <w:tcPr>
            <w:tcW w:w="3576" w:type="dxa"/>
            <w:vAlign w:val="center"/>
          </w:tcPr>
          <w:p w14:paraId="05FFC3F0" w14:textId="77777777" w:rsidR="00914E26" w:rsidRPr="00405755" w:rsidRDefault="00914E26" w:rsidP="00914E26">
            <w:pPr>
              <w:pStyle w:val="Tabletext"/>
            </w:pPr>
          </w:p>
        </w:tc>
        <w:tc>
          <w:tcPr>
            <w:tcW w:w="5001" w:type="dxa"/>
            <w:vAlign w:val="center"/>
          </w:tcPr>
          <w:p w14:paraId="400C8FE6" w14:textId="77777777" w:rsidR="00914E26" w:rsidRPr="00405755" w:rsidRDefault="00914E26" w:rsidP="00914E26">
            <w:pPr>
              <w:pStyle w:val="Tabletext"/>
            </w:pPr>
          </w:p>
        </w:tc>
      </w:tr>
      <w:tr w:rsidR="005E4659" w:rsidRPr="00405755" w14:paraId="5F9A7F9C" w14:textId="77777777" w:rsidTr="005E4659">
        <w:trPr>
          <w:trHeight w:val="851"/>
        </w:trPr>
        <w:tc>
          <w:tcPr>
            <w:tcW w:w="1908" w:type="dxa"/>
            <w:vAlign w:val="center"/>
          </w:tcPr>
          <w:p w14:paraId="43797494" w14:textId="77777777" w:rsidR="00914E26" w:rsidRPr="00405755" w:rsidRDefault="00914E26" w:rsidP="00914E26">
            <w:pPr>
              <w:pStyle w:val="Tabletext"/>
            </w:pPr>
          </w:p>
        </w:tc>
        <w:tc>
          <w:tcPr>
            <w:tcW w:w="3576" w:type="dxa"/>
            <w:vAlign w:val="center"/>
          </w:tcPr>
          <w:p w14:paraId="257A1A73" w14:textId="77777777" w:rsidR="00914E26" w:rsidRPr="00405755" w:rsidRDefault="00914E26" w:rsidP="00914E26">
            <w:pPr>
              <w:pStyle w:val="Tabletext"/>
            </w:pPr>
          </w:p>
        </w:tc>
        <w:tc>
          <w:tcPr>
            <w:tcW w:w="5001" w:type="dxa"/>
            <w:vAlign w:val="center"/>
          </w:tcPr>
          <w:p w14:paraId="58556898" w14:textId="77777777" w:rsidR="00914E26" w:rsidRPr="00405755" w:rsidRDefault="00914E26" w:rsidP="00914E26">
            <w:pPr>
              <w:pStyle w:val="Tabletext"/>
            </w:pPr>
          </w:p>
        </w:tc>
      </w:tr>
    </w:tbl>
    <w:p w14:paraId="451E6F32" w14:textId="77777777" w:rsidR="005E4659" w:rsidRPr="00405755" w:rsidRDefault="005E4659" w:rsidP="00914E26">
      <w:pPr>
        <w:spacing w:after="200" w:line="276" w:lineRule="auto"/>
        <w:sectPr w:rsidR="005E4659" w:rsidRPr="00405755" w:rsidSect="00111E0A">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3B9C9DBE" w14:textId="77777777" w:rsidR="001B7940" w:rsidRPr="00405755" w:rsidRDefault="001B7940" w:rsidP="001B7940">
      <w:pPr>
        <w:pStyle w:val="THECOUNCIL"/>
      </w:pPr>
      <w:bookmarkStart w:id="3" w:name="_Toc442255952"/>
      <w:r w:rsidRPr="00405755">
        <w:lastRenderedPageBreak/>
        <w:t>THE COUNCIL</w:t>
      </w:r>
    </w:p>
    <w:bookmarkEnd w:id="3"/>
    <w:p w14:paraId="7619364D" w14:textId="77777777" w:rsidR="00A03543" w:rsidRPr="00284152" w:rsidRDefault="00A03543" w:rsidP="00A03543">
      <w:pPr>
        <w:pStyle w:val="Noting"/>
      </w:pPr>
      <w:r w:rsidRPr="00284152">
        <w:rPr>
          <w:b/>
        </w:rPr>
        <w:t xml:space="preserve">NOTING </w:t>
      </w:r>
      <w:r w:rsidRPr="00FC3A01">
        <w:t xml:space="preserve">that the use of </w:t>
      </w:r>
      <w:proofErr w:type="spellStart"/>
      <w:r w:rsidRPr="00FC3A01">
        <w:t>retroreflecting</w:t>
      </w:r>
      <w:proofErr w:type="spellEnd"/>
      <w:r w:rsidRPr="00FC3A01">
        <w:t xml:space="preserve"> material on aids to navigation is becoming increasingly widespread particularly in the case of unlighted aids where by the projection of a light, which may range from a hand-held spotlight to a powerful searchlight, an aid can more easily be located and sometimes identified;</w:t>
      </w:r>
    </w:p>
    <w:p w14:paraId="40451C90" w14:textId="77777777" w:rsidR="00A03543" w:rsidRPr="00CF436F" w:rsidRDefault="00A03543" w:rsidP="00A03543">
      <w:pPr>
        <w:pStyle w:val="Noting"/>
        <w:rPr>
          <w:b/>
        </w:rPr>
      </w:pPr>
      <w:r w:rsidRPr="00822227">
        <w:rPr>
          <w:b/>
        </w:rPr>
        <w:t>N</w:t>
      </w:r>
      <w:r w:rsidRPr="00CF436F">
        <w:rPr>
          <w:b/>
        </w:rPr>
        <w:t>OTING ALSO</w:t>
      </w:r>
      <w:r>
        <w:t xml:space="preserve"> </w:t>
      </w:r>
      <w:r w:rsidRPr="00FC3A01">
        <w:t xml:space="preserve">the need to harmonise the ways in which </w:t>
      </w:r>
      <w:proofErr w:type="spellStart"/>
      <w:r w:rsidRPr="00FC3A01">
        <w:t>retroreflecting</w:t>
      </w:r>
      <w:proofErr w:type="spellEnd"/>
      <w:r w:rsidRPr="00FC3A01">
        <w:t xml:space="preserve"> material is used so as to obviate the proliferation of different methods of use, which may be confusing to the mariner;</w:t>
      </w:r>
    </w:p>
    <w:p w14:paraId="36658C11" w14:textId="77777777" w:rsidR="00A03543" w:rsidRPr="00CF436F" w:rsidRDefault="00A03543" w:rsidP="00A03543">
      <w:pPr>
        <w:pStyle w:val="Noting"/>
        <w:rPr>
          <w:b/>
        </w:rPr>
      </w:pPr>
      <w:r w:rsidRPr="00CF436F">
        <w:rPr>
          <w:b/>
        </w:rPr>
        <w:t>NOTING FURTHER</w:t>
      </w:r>
      <w:r w:rsidRPr="00CF436F">
        <w:t xml:space="preserve"> that </w:t>
      </w:r>
      <w:r w:rsidRPr="00FC3A01">
        <w:t xml:space="preserve">results of trials carried out to determine how </w:t>
      </w:r>
      <w:proofErr w:type="spellStart"/>
      <w:r w:rsidRPr="00FC3A01">
        <w:t>retroflecting</w:t>
      </w:r>
      <w:proofErr w:type="spellEnd"/>
      <w:r w:rsidRPr="00FC3A01">
        <w:t xml:space="preserve"> material could be best displayed on aids to navigation to give the optimum information to the mariner without incurring undue increased maintenance problems for the Authority;</w:t>
      </w:r>
    </w:p>
    <w:p w14:paraId="70BB3427" w14:textId="77777777" w:rsidR="00A03543" w:rsidRPr="00CF436F" w:rsidRDefault="00A03543" w:rsidP="00A03543">
      <w:pPr>
        <w:pStyle w:val="Noting"/>
      </w:pPr>
      <w:r w:rsidRPr="00CF436F">
        <w:rPr>
          <w:b/>
        </w:rPr>
        <w:t>RECOGNISING</w:t>
      </w:r>
      <w:r>
        <w:t xml:space="preserve"> that </w:t>
      </w:r>
      <w:r w:rsidRPr="00FC3A01">
        <w:t>some Authorities require only a method (the Standard Code) whereby an aid can be detected with a degree of identification, especially for lateral marks. Others, such as the Scandinavian countries with complicated channels and archipelagos frequented by small craft, require a method (the Comprehensive Code) giving more de</w:t>
      </w:r>
      <w:r>
        <w:t>tailed identification of an aid;</w:t>
      </w:r>
    </w:p>
    <w:p w14:paraId="58CC9D0D" w14:textId="77777777" w:rsidR="00A03543" w:rsidRPr="000263FB" w:rsidRDefault="00A03543" w:rsidP="00A03543">
      <w:pPr>
        <w:pStyle w:val="Noting"/>
      </w:pPr>
      <w:r w:rsidRPr="00CF436F">
        <w:rPr>
          <w:b/>
        </w:rPr>
        <w:t>RECOGNISING ALSO</w:t>
      </w:r>
      <w:r w:rsidRPr="00CF436F">
        <w:t xml:space="preserve"> </w:t>
      </w:r>
      <w:r>
        <w:t>t</w:t>
      </w:r>
      <w:r w:rsidRPr="00FC3A01">
        <w:t xml:space="preserve">hat, as </w:t>
      </w:r>
      <w:proofErr w:type="spellStart"/>
      <w:r w:rsidRPr="00FC3A01">
        <w:t>retroreflecting</w:t>
      </w:r>
      <w:proofErr w:type="spellEnd"/>
      <w:r w:rsidRPr="00FC3A01">
        <w:t xml:space="preserve"> material which appears as black by day shows as white when illuminated at night, blue material should be used in the Comprehensive Code as being the best compromise where black day colour is appropriate;</w:t>
      </w:r>
      <w:r>
        <w:t xml:space="preserve"> </w:t>
      </w:r>
    </w:p>
    <w:p w14:paraId="3CB1D051" w14:textId="77777777" w:rsidR="00A03543" w:rsidRDefault="00A03543" w:rsidP="00A03543">
      <w:pPr>
        <w:pStyle w:val="Noting"/>
      </w:pPr>
      <w:r w:rsidRPr="00CF436F">
        <w:rPr>
          <w:b/>
        </w:rPr>
        <w:t>RECOGNISING FURTHER</w:t>
      </w:r>
      <w:r w:rsidRPr="00CF436F">
        <w:t xml:space="preserve"> </w:t>
      </w:r>
      <w:commentRangeStart w:id="4"/>
      <w:r w:rsidRPr="00CF436F">
        <w:t>that</w:t>
      </w:r>
      <w:commentRangeEnd w:id="4"/>
      <w:r w:rsidR="00BB603C">
        <w:rPr>
          <w:rStyle w:val="CommentReference"/>
          <w:rFonts w:eastAsiaTheme="minorHAnsi" w:cstheme="minorBidi"/>
        </w:rPr>
        <w:commentReference w:id="4"/>
      </w:r>
      <w:r w:rsidRPr="00CF436F">
        <w:t xml:space="preserve"> </w:t>
      </w:r>
      <w:r w:rsidRPr="00FC3A01">
        <w:t>the proposals of the IALA Engineering Committee:</w:t>
      </w:r>
    </w:p>
    <w:p w14:paraId="0C91900A" w14:textId="77777777" w:rsidR="00A03543" w:rsidRPr="00FC3A01" w:rsidRDefault="00A03543" w:rsidP="00A03543">
      <w:pPr>
        <w:pStyle w:val="Noting"/>
      </w:pPr>
      <w:r w:rsidRPr="00FC3A01">
        <w:rPr>
          <w:b/>
        </w:rPr>
        <w:t xml:space="preserve">ADOPTS </w:t>
      </w:r>
      <w:r w:rsidRPr="00FC3A01">
        <w:t>the standard Code and the Comprehensive Code, described in the Annex to this Recommen</w:t>
      </w:r>
      <w:r>
        <w:t xml:space="preserve">dation, as the codes to be </w:t>
      </w:r>
      <w:r w:rsidRPr="00FC3A01">
        <w:t xml:space="preserve">used for marking aids to navigation by </w:t>
      </w:r>
      <w:proofErr w:type="spellStart"/>
      <w:r w:rsidRPr="00FC3A01">
        <w:t>retroreflecting</w:t>
      </w:r>
      <w:proofErr w:type="spellEnd"/>
      <w:r w:rsidRPr="00FC3A01">
        <w:t xml:space="preserve"> material;</w:t>
      </w:r>
    </w:p>
    <w:p w14:paraId="474F9697" w14:textId="77777777" w:rsidR="00A03543" w:rsidRPr="00CF436F" w:rsidRDefault="00A03543" w:rsidP="00A03543">
      <w:pPr>
        <w:pStyle w:val="Noting"/>
        <w:rPr>
          <w:rFonts w:ascii="Arial" w:hAnsi="Arial"/>
        </w:rPr>
      </w:pPr>
      <w:r w:rsidRPr="00CF436F">
        <w:rPr>
          <w:b/>
        </w:rPr>
        <w:t>RECOMMENDS</w:t>
      </w:r>
      <w:r w:rsidRPr="00822227">
        <w:t xml:space="preserve"> that IALA </w:t>
      </w:r>
      <w:r>
        <w:t xml:space="preserve">members and </w:t>
      </w:r>
      <w:commentRangeStart w:id="5"/>
      <w:r>
        <w:t>authorities</w:t>
      </w:r>
      <w:commentRangeEnd w:id="5"/>
      <w:r w:rsidR="00885E37">
        <w:rPr>
          <w:rStyle w:val="CommentReference"/>
          <w:rFonts w:eastAsiaTheme="minorHAnsi" w:cstheme="minorBidi"/>
        </w:rPr>
        <w:commentReference w:id="5"/>
      </w:r>
      <w:r w:rsidRPr="00CF436F">
        <w:rPr>
          <w:rFonts w:ascii="Arial" w:hAnsi="Arial"/>
        </w:rPr>
        <w:t>:</w:t>
      </w:r>
    </w:p>
    <w:p w14:paraId="098D5574" w14:textId="77777777" w:rsidR="00885E37" w:rsidRDefault="00A03543" w:rsidP="00A03543">
      <w:pPr>
        <w:pStyle w:val="Bullet1-recommendation"/>
      </w:pPr>
      <w:bookmarkStart w:id="6" w:name="_Ref361228803"/>
      <w:bookmarkStart w:id="7" w:name="_Toc359496675"/>
      <w:bookmarkEnd w:id="6"/>
      <w:bookmarkEnd w:id="7"/>
      <w:r w:rsidRPr="00A03543">
        <w:t xml:space="preserve">Administrations intending to mark aids to navigation with </w:t>
      </w:r>
      <w:proofErr w:type="spellStart"/>
      <w:r w:rsidRPr="00A03543">
        <w:t>retroreflecting</w:t>
      </w:r>
      <w:proofErr w:type="spellEnd"/>
      <w:r w:rsidRPr="00A03543">
        <w:t xml:space="preserve"> material use either the Standard Code or Comprehensive Code, as </w:t>
      </w:r>
      <w:r w:rsidR="00885E37">
        <w:t>appropriate.</w:t>
      </w:r>
    </w:p>
    <w:p w14:paraId="5350F938" w14:textId="0E13F246" w:rsidR="00A03543" w:rsidRPr="00A03543" w:rsidRDefault="00A03543" w:rsidP="00885E37">
      <w:pPr>
        <w:pStyle w:val="Bullet1recommendationtext"/>
      </w:pPr>
      <w:r w:rsidRPr="00A03543">
        <w:t>Administrations should not use both Codes unless the areas of use can be clearly defined.</w:t>
      </w:r>
    </w:p>
    <w:p w14:paraId="6475B56E" w14:textId="77777777" w:rsidR="00A03543" w:rsidRDefault="00A03543" w:rsidP="00A03543">
      <w:pPr>
        <w:pStyle w:val="Bullet1-recommendation"/>
      </w:pPr>
      <w:r w:rsidRPr="00A03543">
        <w:t>Ad</w:t>
      </w:r>
      <w:r>
        <w:t>ministrations advise mariners:</w:t>
      </w:r>
    </w:p>
    <w:p w14:paraId="12BE1FDF" w14:textId="652C24B4" w:rsidR="00A03543" w:rsidRDefault="00A03543" w:rsidP="00A03543">
      <w:pPr>
        <w:pStyle w:val="Bullet2-recommendation"/>
      </w:pPr>
      <w:r>
        <w:t>of the type of marking in use in any given area;</w:t>
      </w:r>
    </w:p>
    <w:p w14:paraId="795FBE72" w14:textId="77777777" w:rsidR="00885E37" w:rsidRDefault="00A03543" w:rsidP="00A03543">
      <w:pPr>
        <w:pStyle w:val="Bullet2-recommendation"/>
      </w:pPr>
      <w:r>
        <w:t>that using a bright light to identify an aid to navigation, in particular the beam of a searchlight, can seriously affect the night vision of those u</w:t>
      </w:r>
      <w:r w:rsidR="00885E37">
        <w:t>pon whom the light is directed.</w:t>
      </w:r>
    </w:p>
    <w:p w14:paraId="22D95880" w14:textId="52DA28E3" w:rsidR="00A03543" w:rsidRDefault="00A03543" w:rsidP="00885E37">
      <w:pPr>
        <w:pStyle w:val="Bullet2recommendationtext"/>
      </w:pPr>
      <w:r>
        <w:t xml:space="preserve">Some recover quickly from a loss of night vision but others have a much slower recovery rate and may be seriously incapacitated. </w:t>
      </w:r>
      <w:r w:rsidR="00885E37">
        <w:t xml:space="preserve"> </w:t>
      </w:r>
      <w:r>
        <w:t>To leave a light switched on for longer that is absolutely necessary is thus likely to put others at risk</w:t>
      </w:r>
      <w:r w:rsidRPr="00CF436F">
        <w:t>;</w:t>
      </w:r>
    </w:p>
    <w:p w14:paraId="0724D99B" w14:textId="14C13C79" w:rsidR="00A03543" w:rsidRDefault="00A03543" w:rsidP="00A03543">
      <w:pPr>
        <w:pStyle w:val="Bullet1-recommendation"/>
      </w:pPr>
      <w:r>
        <w:t>a</w:t>
      </w:r>
      <w:r w:rsidRPr="00A26064">
        <w:t xml:space="preserve">lthough </w:t>
      </w:r>
      <w:proofErr w:type="spellStart"/>
      <w:r w:rsidRPr="00A26064">
        <w:t>retroreflecting</w:t>
      </w:r>
      <w:proofErr w:type="spellEnd"/>
      <w:r w:rsidRPr="00A26064">
        <w:t xml:space="preserve"> material can be of great benefit to navigation, particularly for small craft, it should be used only to enhance the efficiency of an aid to navigation and not as a substitute for a light.</w:t>
      </w:r>
    </w:p>
    <w:p w14:paraId="784BCABC" w14:textId="2BBCBE24" w:rsidR="0044753A" w:rsidRDefault="00A03543" w:rsidP="00A03543">
      <w:pPr>
        <w:pStyle w:val="Bullet1-recommendation"/>
      </w:pPr>
      <w:r w:rsidRPr="00A26064">
        <w:t xml:space="preserve">REVOKES IALA Recommendation for the use of </w:t>
      </w:r>
      <w:proofErr w:type="spellStart"/>
      <w:r w:rsidRPr="00A26064">
        <w:t>retroreflecting</w:t>
      </w:r>
      <w:proofErr w:type="spellEnd"/>
      <w:r w:rsidRPr="00A26064">
        <w:t xml:space="preserve"> material on aid to navigation marks within the IALA Maritime Buoy</w:t>
      </w:r>
      <w:r>
        <w:t xml:space="preserve">age System, </w:t>
      </w:r>
      <w:commentRangeStart w:id="8"/>
      <w:r>
        <w:t>dated XXX</w:t>
      </w:r>
      <w:commentRangeEnd w:id="8"/>
      <w:r w:rsidR="00885E37">
        <w:rPr>
          <w:rStyle w:val="CommentReference"/>
        </w:rPr>
        <w:commentReference w:id="8"/>
      </w:r>
    </w:p>
    <w:p w14:paraId="142542C2" w14:textId="2914C37A" w:rsidR="00885E37" w:rsidRDefault="00885E37" w:rsidP="00885E37">
      <w:pPr>
        <w:pStyle w:val="Annex"/>
        <w:rPr>
          <w:caps w:val="0"/>
        </w:rPr>
      </w:pPr>
      <w:r>
        <w:rPr>
          <w:caps w:val="0"/>
        </w:rPr>
        <w:lastRenderedPageBreak/>
        <w:t>TITLE REQUIRED</w:t>
      </w:r>
    </w:p>
    <w:p w14:paraId="525839A7" w14:textId="48A0E59C" w:rsidR="00885E37" w:rsidRDefault="00885E37" w:rsidP="00885E37">
      <w:pPr>
        <w:pStyle w:val="AnnexAHead1"/>
        <w:rPr>
          <w:rFonts w:eastAsia="Times New Roman"/>
        </w:rPr>
      </w:pPr>
      <w:bookmarkStart w:id="9" w:name="_Toc448328777"/>
      <w:r>
        <w:rPr>
          <w:rFonts w:eastAsia="Times New Roman"/>
        </w:rPr>
        <w:t>Maritime Buoyage System, Standard Code</w:t>
      </w:r>
      <w:bookmarkEnd w:id="9"/>
    </w:p>
    <w:p w14:paraId="52F87562" w14:textId="77777777" w:rsidR="00885E37" w:rsidRDefault="00885E37" w:rsidP="00885E37">
      <w:pPr>
        <w:pStyle w:val="Heading1separatationline"/>
      </w:pPr>
    </w:p>
    <w:p w14:paraId="20BC0ABE" w14:textId="5E923A35" w:rsidR="00885E37" w:rsidRDefault="00885E37" w:rsidP="00885E37">
      <w:pPr>
        <w:pStyle w:val="BodyText"/>
        <w:jc w:val="center"/>
      </w:pPr>
      <w:r>
        <w:rPr>
          <w:noProof/>
          <w:lang w:val="en-US"/>
        </w:rPr>
        <w:drawing>
          <wp:inline distT="0" distB="0" distL="0" distR="0" wp14:anchorId="2ACFEDF4" wp14:editId="3FD59C40">
            <wp:extent cx="6268412" cy="7641882"/>
            <wp:effectExtent l="0" t="0" r="5715" b="3810"/>
            <wp:docPr id="4"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84981" cy="7662081"/>
                    </a:xfrm>
                    <a:prstGeom prst="rect">
                      <a:avLst/>
                    </a:prstGeom>
                    <a:noFill/>
                  </pic:spPr>
                </pic:pic>
              </a:graphicData>
            </a:graphic>
          </wp:inline>
        </w:drawing>
      </w:r>
    </w:p>
    <w:p w14:paraId="00D826FC" w14:textId="3872CFE1" w:rsidR="00885E37" w:rsidRDefault="007077EC" w:rsidP="007077EC">
      <w:pPr>
        <w:pStyle w:val="Figurecaption"/>
        <w:jc w:val="center"/>
      </w:pPr>
      <w:r>
        <w:t>Standard Code</w:t>
      </w:r>
    </w:p>
    <w:p w14:paraId="68F4E234" w14:textId="755ADE8F" w:rsidR="00885E37" w:rsidRDefault="00885E37" w:rsidP="00885E37">
      <w:pPr>
        <w:pStyle w:val="AnnexAHead1"/>
      </w:pPr>
      <w:r w:rsidRPr="004A04D0">
        <w:lastRenderedPageBreak/>
        <w:t xml:space="preserve">MARITIME BUOYAGE SYSTEM, </w:t>
      </w:r>
      <w:r>
        <w:t>Comprehensive</w:t>
      </w:r>
      <w:r w:rsidRPr="004A04D0">
        <w:t xml:space="preserve"> CODE</w:t>
      </w:r>
    </w:p>
    <w:p w14:paraId="3A1910B5" w14:textId="77777777" w:rsidR="00885E37" w:rsidRPr="00885E37" w:rsidRDefault="00885E37" w:rsidP="00885E37">
      <w:pPr>
        <w:pStyle w:val="Heading1separatationline"/>
      </w:pPr>
    </w:p>
    <w:p w14:paraId="1596D429" w14:textId="2F25F2A8" w:rsidR="00885E37" w:rsidRDefault="00885E37" w:rsidP="00885E37">
      <w:pPr>
        <w:pStyle w:val="BodyText"/>
        <w:jc w:val="center"/>
      </w:pPr>
      <w:r>
        <w:rPr>
          <w:noProof/>
          <w:lang w:val="en-US"/>
        </w:rPr>
        <w:drawing>
          <wp:inline distT="0" distB="0" distL="0" distR="0" wp14:anchorId="5DDAD5BF" wp14:editId="2432C324">
            <wp:extent cx="6040991" cy="8038987"/>
            <wp:effectExtent l="0" t="0" r="4445" b="0"/>
            <wp:docPr id="7"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52031" cy="8053679"/>
                    </a:xfrm>
                    <a:prstGeom prst="rect">
                      <a:avLst/>
                    </a:prstGeom>
                    <a:noFill/>
                  </pic:spPr>
                </pic:pic>
              </a:graphicData>
            </a:graphic>
          </wp:inline>
        </w:drawing>
      </w:r>
    </w:p>
    <w:p w14:paraId="5655F89E" w14:textId="477519DF" w:rsidR="00885E37" w:rsidRDefault="00ED7E29" w:rsidP="00ED7E29">
      <w:pPr>
        <w:pStyle w:val="Figurecaption"/>
        <w:jc w:val="center"/>
      </w:pPr>
      <w:r>
        <w:t>Comprehensive Code</w:t>
      </w:r>
    </w:p>
    <w:p w14:paraId="3B2FA96E" w14:textId="6AEC222D" w:rsidR="00885E37" w:rsidRDefault="00885E37" w:rsidP="00885E37">
      <w:pPr>
        <w:pStyle w:val="AnnexAHead1"/>
      </w:pPr>
      <w:r w:rsidRPr="004A04D0">
        <w:lastRenderedPageBreak/>
        <w:t xml:space="preserve">MARITIME BUOYAGE SYSTEM, </w:t>
      </w:r>
      <w:r>
        <w:t>xxx</w:t>
      </w:r>
      <w:r w:rsidRPr="004A04D0">
        <w:t xml:space="preserve"> CODE</w:t>
      </w:r>
    </w:p>
    <w:p w14:paraId="7FE81B52" w14:textId="77777777" w:rsidR="00885E37" w:rsidRPr="00885E37" w:rsidRDefault="00885E37" w:rsidP="00885E37">
      <w:pPr>
        <w:pStyle w:val="Heading1separatationline"/>
      </w:pPr>
    </w:p>
    <w:p w14:paraId="2E83A73F" w14:textId="31F586BE" w:rsidR="00885E37" w:rsidRDefault="00E07C54" w:rsidP="00E07C54">
      <w:pPr>
        <w:pStyle w:val="BodyText"/>
        <w:jc w:val="center"/>
      </w:pPr>
      <w:r>
        <w:rPr>
          <w:noProof/>
          <w:color w:val="000000" w:themeColor="text1"/>
          <w:lang w:val="en-US"/>
        </w:rPr>
        <w:drawing>
          <wp:inline distT="0" distB="0" distL="0" distR="0" wp14:anchorId="333F02BD" wp14:editId="1358CCBA">
            <wp:extent cx="6120765" cy="5377180"/>
            <wp:effectExtent l="0" t="0" r="0" b="0"/>
            <wp:docPr id="8"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765" cy="5377180"/>
                    </a:xfrm>
                    <a:prstGeom prst="rect">
                      <a:avLst/>
                    </a:prstGeom>
                    <a:noFill/>
                  </pic:spPr>
                </pic:pic>
              </a:graphicData>
            </a:graphic>
          </wp:inline>
        </w:drawing>
      </w:r>
    </w:p>
    <w:p w14:paraId="0BB3DDE7" w14:textId="049C00BF" w:rsidR="00885E37" w:rsidRDefault="00E07C54" w:rsidP="00E07C54">
      <w:pPr>
        <w:pStyle w:val="Figurecaption"/>
        <w:jc w:val="center"/>
      </w:pPr>
      <w:r>
        <w:t>XXX Code</w:t>
      </w:r>
    </w:p>
    <w:p w14:paraId="0E549B5F" w14:textId="3A027BEF" w:rsidR="00885E37" w:rsidRDefault="00EB37AF" w:rsidP="00EB37AF">
      <w:pPr>
        <w:pStyle w:val="AnnexAHead1"/>
      </w:pPr>
      <w:r>
        <w:t>NOTES</w:t>
      </w:r>
    </w:p>
    <w:p w14:paraId="6EFDB80F" w14:textId="77777777" w:rsidR="00EB37AF" w:rsidRPr="00EB37AF" w:rsidRDefault="00EB37AF" w:rsidP="00EB37AF">
      <w:pPr>
        <w:pStyle w:val="Heading1separatationline"/>
      </w:pPr>
    </w:p>
    <w:p w14:paraId="7DB4D763" w14:textId="587BBB54" w:rsidR="00EB37AF" w:rsidRDefault="00EB37AF" w:rsidP="00EB37AF">
      <w:pPr>
        <w:pStyle w:val="BodyText"/>
      </w:pPr>
      <w:r w:rsidRPr="00EB37AF">
        <w:rPr>
          <w:sz w:val="28"/>
          <w:szCs w:val="28"/>
        </w:rPr>
        <w:t>¹</w:t>
      </w:r>
      <w:r>
        <w:tab/>
      </w:r>
      <w:r>
        <w:t>No special code for preferred channel marks is provided, the predominant colour of the buoy only being used.</w:t>
      </w:r>
    </w:p>
    <w:p w14:paraId="1DB7E3AF" w14:textId="598BA9CD" w:rsidR="00EB37AF" w:rsidRDefault="00EB37AF" w:rsidP="00EB37AF">
      <w:pPr>
        <w:pStyle w:val="BodyText"/>
      </w:pPr>
      <w:r w:rsidRPr="00EB37AF">
        <w:rPr>
          <w:sz w:val="28"/>
          <w:szCs w:val="28"/>
        </w:rPr>
        <w:t>²</w:t>
      </w:r>
      <w:r>
        <w:tab/>
      </w:r>
      <w:r w:rsidR="0064628C">
        <w:t>I</w:t>
      </w:r>
      <w:bookmarkStart w:id="10" w:name="_GoBack"/>
      <w:bookmarkEnd w:id="10"/>
      <w:r>
        <w:t xml:space="preserve">t may be difficult for the observer to discriminate between green and blue </w:t>
      </w:r>
      <w:proofErr w:type="spellStart"/>
      <w:r>
        <w:t>retroreflecting</w:t>
      </w:r>
      <w:proofErr w:type="spellEnd"/>
      <w:r>
        <w:t xml:space="preserve"> material, particularly where only one of these colours is being observed on its own. In principle, green buoys should carry only one green band, whereas blue is always used in combination with another colour, except in the case of East Cardinal marks which have two blue bands. However, this principle may be violated where one of the bands has become damaged.</w:t>
      </w:r>
    </w:p>
    <w:p w14:paraId="32A667A6" w14:textId="326272D9" w:rsidR="00EB37AF" w:rsidRDefault="00EB37AF" w:rsidP="00EB37AF">
      <w:pPr>
        <w:pStyle w:val="BodyText"/>
      </w:pPr>
      <w:r w:rsidRPr="00EB37AF">
        <w:rPr>
          <w:sz w:val="28"/>
          <w:szCs w:val="28"/>
        </w:rPr>
        <w:t>³</w:t>
      </w:r>
      <w:r>
        <w:tab/>
      </w:r>
      <w:r>
        <w:t xml:space="preserve">It may be difficult for the observer to discriminate between yellow and white </w:t>
      </w:r>
      <w:proofErr w:type="spellStart"/>
      <w:r>
        <w:t>retroreflecting</w:t>
      </w:r>
      <w:proofErr w:type="spellEnd"/>
      <w:r>
        <w:t xml:space="preserve"> material particularly where only one of these colours is being observed on its own. Thus only one yellow band may be used on a special mark to avoid confusion with a West Cardinal mark in the comprehensive code.</w:t>
      </w:r>
    </w:p>
    <w:p w14:paraId="34E31230" w14:textId="02337E5A" w:rsidR="00EB37AF" w:rsidRDefault="00EB37AF" w:rsidP="00EB37AF">
      <w:pPr>
        <w:pStyle w:val="BodyText"/>
      </w:pPr>
      <w:r w:rsidRPr="00EB37AF">
        <w:rPr>
          <w:sz w:val="28"/>
          <w:szCs w:val="28"/>
          <w:vertAlign w:val="superscript"/>
        </w:rPr>
        <w:lastRenderedPageBreak/>
        <w:t>4</w:t>
      </w:r>
      <w:r>
        <w:tab/>
      </w:r>
      <w:r>
        <w:t xml:space="preserve">Care should be taken that the amount of white </w:t>
      </w:r>
      <w:proofErr w:type="spellStart"/>
      <w:r>
        <w:t>retroreflecting</w:t>
      </w:r>
      <w:proofErr w:type="spellEnd"/>
      <w:r>
        <w:t xml:space="preserve"> material used on an aid does not detract from its daytime appearance.</w:t>
      </w:r>
    </w:p>
    <w:p w14:paraId="063D8ED6" w14:textId="1433E9CE" w:rsidR="00EB37AF" w:rsidRDefault="00EB37AF" w:rsidP="00EB37AF">
      <w:pPr>
        <w:pStyle w:val="BodyText"/>
      </w:pPr>
      <w:r w:rsidRPr="00EB37AF">
        <w:rPr>
          <w:sz w:val="28"/>
          <w:szCs w:val="28"/>
          <w:vertAlign w:val="superscript"/>
        </w:rPr>
        <w:t>5</w:t>
      </w:r>
      <w:r>
        <w:tab/>
      </w:r>
      <w:r>
        <w:t xml:space="preserve">The coefficient of </w:t>
      </w:r>
      <w:proofErr w:type="spellStart"/>
      <w:r>
        <w:t>retroreflection</w:t>
      </w:r>
      <w:proofErr w:type="spellEnd"/>
      <w:r>
        <w:t xml:space="preserve"> of blue and red is very much less than white or yellow, and to ensure proper recognition the following must be observed:</w:t>
      </w:r>
    </w:p>
    <w:p w14:paraId="6899B934" w14:textId="77777777" w:rsidR="00BB603C" w:rsidRDefault="00EB37AF" w:rsidP="00EB37AF">
      <w:pPr>
        <w:pStyle w:val="Bullet1"/>
      </w:pPr>
      <w:r>
        <w:t xml:space="preserve">Safe water </w:t>
      </w:r>
      <w:proofErr w:type="gramStart"/>
      <w:r>
        <w:t>marks:</w:t>
      </w:r>
      <w:proofErr w:type="gramEnd"/>
      <w:r>
        <w:t xml:space="preserve"> The red bands or stripes must be at least twice the width o</w:t>
      </w:r>
      <w:r w:rsidR="00BB603C">
        <w:t xml:space="preserve">f the white bands or </w:t>
      </w:r>
      <w:proofErr w:type="spellStart"/>
      <w:r w:rsidR="00BB603C">
        <w:t>stripes</w:t>
      </w:r>
      <w:proofErr w:type="spellEnd"/>
      <w:r w:rsidR="00BB603C">
        <w:t>.</w:t>
      </w:r>
    </w:p>
    <w:p w14:paraId="029D6197" w14:textId="6C62E1E5" w:rsidR="00EB37AF" w:rsidRDefault="00EB37AF" w:rsidP="00BB603C">
      <w:pPr>
        <w:pStyle w:val="Bullet1text"/>
      </w:pPr>
      <w:r>
        <w:t>The separation distance between the colours must be at least twice the width of the white bands or stripes.</w:t>
      </w:r>
    </w:p>
    <w:p w14:paraId="0E051585" w14:textId="77777777" w:rsidR="00BB603C" w:rsidRDefault="00EB37AF" w:rsidP="00EB37AF">
      <w:pPr>
        <w:pStyle w:val="Bullet1"/>
      </w:pPr>
      <w:r>
        <w:t xml:space="preserve">North and South Cardinal </w:t>
      </w:r>
      <w:proofErr w:type="gramStart"/>
      <w:r>
        <w:t>Marks:</w:t>
      </w:r>
      <w:proofErr w:type="gramEnd"/>
      <w:r>
        <w:t xml:space="preserve"> The blue bands must be at least twice</w:t>
      </w:r>
      <w:r w:rsidR="00BB603C">
        <w:t xml:space="preserve"> the width of the </w:t>
      </w:r>
      <w:proofErr w:type="spellStart"/>
      <w:r w:rsidR="00BB603C">
        <w:t>yellow</w:t>
      </w:r>
      <w:proofErr w:type="spellEnd"/>
      <w:r w:rsidR="00BB603C">
        <w:t xml:space="preserve"> bands.</w:t>
      </w:r>
    </w:p>
    <w:p w14:paraId="6AB59A05" w14:textId="741754B2" w:rsidR="00EB37AF" w:rsidRDefault="00EB37AF" w:rsidP="00BB603C">
      <w:pPr>
        <w:pStyle w:val="Bullet1text"/>
      </w:pPr>
      <w:r>
        <w:t>The separation distance must be at least twice the width of the yellow bands.</w:t>
      </w:r>
    </w:p>
    <w:p w14:paraId="53E2AC8D" w14:textId="344ECCFD" w:rsidR="00EB37AF" w:rsidRDefault="00EB37AF" w:rsidP="00EB37AF">
      <w:pPr>
        <w:pStyle w:val="BodyText"/>
      </w:pPr>
      <w:r w:rsidRPr="00EB37AF">
        <w:rPr>
          <w:sz w:val="28"/>
          <w:szCs w:val="28"/>
          <w:vertAlign w:val="superscript"/>
        </w:rPr>
        <w:t>6</w:t>
      </w:r>
      <w:r>
        <w:tab/>
        <w:t>T</w:t>
      </w:r>
      <w:r>
        <w:t>o ensure proper recognition of isolated danger marks the blue and red bands should be of equal width and separated by a distance at least equal to the width of a band.</w:t>
      </w:r>
    </w:p>
    <w:p w14:paraId="5ED944AE" w14:textId="3590AB27" w:rsidR="00885E37" w:rsidRDefault="00EB37AF" w:rsidP="00EB37AF">
      <w:pPr>
        <w:pStyle w:val="AnnexAHead1"/>
      </w:pPr>
      <w:r>
        <w:t>ACRONYMS</w:t>
      </w:r>
    </w:p>
    <w:p w14:paraId="5F17F7F7" w14:textId="77777777" w:rsidR="00EB37AF" w:rsidRPr="00EB37AF" w:rsidRDefault="00EB37AF" w:rsidP="00EB37AF">
      <w:pPr>
        <w:pStyle w:val="Heading1separatationline"/>
      </w:pPr>
    </w:p>
    <w:p w14:paraId="502CB7C1" w14:textId="77777777" w:rsidR="00885E37" w:rsidRPr="00885E37" w:rsidRDefault="00885E37" w:rsidP="00BB603C">
      <w:pPr>
        <w:pStyle w:val="Acronym"/>
      </w:pPr>
    </w:p>
    <w:sectPr w:rsidR="00885E37" w:rsidRPr="00885E37" w:rsidSect="0083218D">
      <w:headerReference w:type="even" r:id="rId23"/>
      <w:headerReference w:type="default" r:id="rId24"/>
      <w:headerReference w:type="first" r:id="rId2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hael Hadley" w:date="2016-02-10T14:31:00Z" w:initials="MH">
    <w:p w14:paraId="592859E5" w14:textId="77777777" w:rsidR="005378B8" w:rsidRDefault="005378B8">
      <w:pPr>
        <w:pStyle w:val="CommentText"/>
      </w:pPr>
      <w:r>
        <w:rPr>
          <w:rStyle w:val="CommentReference"/>
        </w:rPr>
        <w:annotationRef/>
      </w:r>
      <w:r>
        <w:rPr>
          <w:rStyle w:val="CommentReference"/>
        </w:rPr>
        <w:annotationRef/>
      </w:r>
      <w:r>
        <w:t>Revise as required.</w:t>
      </w:r>
    </w:p>
  </w:comment>
  <w:comment w:id="1" w:author="Michael Hadley" w:date="2016-02-10T14:32:00Z" w:initials="MH">
    <w:p w14:paraId="7C0D8D70"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2" w:author="Michael Hadley" w:date="2016-07-12T17:14:00Z" w:initials="MH">
    <w:p w14:paraId="2EF80D6E" w14:textId="77777777" w:rsidR="002163AE" w:rsidRDefault="002163AE">
      <w:pPr>
        <w:pStyle w:val="CommentText"/>
      </w:pPr>
      <w:r>
        <w:rPr>
          <w:rStyle w:val="CommentReference"/>
        </w:rPr>
        <w:annotationRef/>
      </w:r>
      <w:r>
        <w:t>Please complete this section.</w:t>
      </w:r>
    </w:p>
  </w:comment>
  <w:comment w:id="4" w:author="Michael Hadley" w:date="2016-07-12T17:40:00Z" w:initials="MH">
    <w:p w14:paraId="2880FE83" w14:textId="6BE676D3" w:rsidR="00BB603C" w:rsidRDefault="00BB603C">
      <w:pPr>
        <w:pStyle w:val="CommentText"/>
      </w:pPr>
      <w:r>
        <w:rPr>
          <w:rStyle w:val="CommentReference"/>
        </w:rPr>
        <w:annotationRef/>
      </w:r>
      <w:r>
        <w:t xml:space="preserve">Not sure that this statement should be here.  If </w:t>
      </w:r>
      <w:proofErr w:type="gramStart"/>
      <w:r>
        <w:t>retained</w:t>
      </w:r>
      <w:proofErr w:type="gramEnd"/>
      <w:r>
        <w:t xml:space="preserve"> then suggest delete ‘that’</w:t>
      </w:r>
    </w:p>
  </w:comment>
  <w:comment w:id="5" w:author="Michael Hadley" w:date="2016-07-12T17:24:00Z" w:initials="MH">
    <w:p w14:paraId="25385328" w14:textId="2CE4EB48" w:rsidR="00885E37" w:rsidRDefault="00885E37">
      <w:pPr>
        <w:pStyle w:val="CommentText"/>
      </w:pPr>
      <w:r>
        <w:rPr>
          <w:rStyle w:val="CommentReference"/>
        </w:rPr>
        <w:annotationRef/>
      </w:r>
      <w:r>
        <w:t>To tie in with what follows, should this be ‘Administrations’?</w:t>
      </w:r>
    </w:p>
  </w:comment>
  <w:comment w:id="8" w:author="Michael Hadley" w:date="2016-07-12T17:26:00Z" w:initials="MH">
    <w:p w14:paraId="6988F4B7" w14:textId="038B5AC1" w:rsidR="00885E37" w:rsidRDefault="00885E37">
      <w:pPr>
        <w:pStyle w:val="CommentText"/>
      </w:pPr>
      <w:r>
        <w:rPr>
          <w:rStyle w:val="CommentReference"/>
        </w:rPr>
        <w:annotationRef/>
      </w:r>
      <w:r>
        <w:t>Suggest delete.  The standard assumption is the current edition / version.</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2859E5" w15:done="0"/>
  <w15:commentEx w15:paraId="7C0D8D70" w15:done="0"/>
  <w15:commentEx w15:paraId="2EF80D6E" w15:done="0"/>
  <w15:commentEx w15:paraId="2880FE83" w15:done="0"/>
  <w15:commentEx w15:paraId="25385328" w15:done="0"/>
  <w15:commentEx w15:paraId="6988F4B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2416E" w14:textId="77777777" w:rsidR="00DF7041" w:rsidRDefault="00DF7041" w:rsidP="003274DB">
      <w:r>
        <w:separator/>
      </w:r>
    </w:p>
    <w:p w14:paraId="4E64F4E6" w14:textId="77777777" w:rsidR="00DF7041" w:rsidRDefault="00DF7041"/>
  </w:endnote>
  <w:endnote w:type="continuationSeparator" w:id="0">
    <w:p w14:paraId="21FF1DC6" w14:textId="77777777" w:rsidR="00DF7041" w:rsidRDefault="00DF7041" w:rsidP="003274DB">
      <w:r>
        <w:continuationSeparator/>
      </w:r>
    </w:p>
    <w:p w14:paraId="5325E748" w14:textId="77777777" w:rsidR="00DF7041" w:rsidRDefault="00DF70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78EE5A4" w14:textId="77777777" w:rsidR="005B2A91" w:rsidRDefault="005B2A9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A3C59BD" w14:textId="77777777" w:rsidR="002E4993" w:rsidRDefault="002E4993" w:rsidP="008747E0">
    <w:pPr>
      <w:pStyle w:val="Footer"/>
    </w:pPr>
    <w:r>
      <w:rPr>
        <w:noProof/>
        <w:lang w:val="en-US"/>
      </w:rPr>
      <mc:AlternateContent>
        <mc:Choice Requires="wps">
          <w:drawing>
            <wp:anchor distT="0" distB="0" distL="114300" distR="114300" simplePos="0" relativeHeight="251669504" behindDoc="0" locked="0" layoutInCell="1" allowOverlap="1" wp14:anchorId="5D669E30" wp14:editId="44CF8B5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E755F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84B7788" w14:textId="77777777" w:rsidR="002E4993" w:rsidRPr="00ED2A8D" w:rsidRDefault="002E4993" w:rsidP="008747E0">
    <w:pPr>
      <w:pStyle w:val="Footer"/>
    </w:pPr>
    <w:r w:rsidRPr="00442889">
      <w:rPr>
        <w:noProof/>
        <w:lang w:val="en-US"/>
      </w:rPr>
      <w:drawing>
        <wp:anchor distT="0" distB="0" distL="114300" distR="114300" simplePos="0" relativeHeight="251661312" behindDoc="1" locked="0" layoutInCell="1" allowOverlap="1" wp14:anchorId="6921D575" wp14:editId="5206DA92">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2358E60" w14:textId="77777777" w:rsidR="002E4993" w:rsidRPr="00ED2A8D" w:rsidRDefault="002E4993" w:rsidP="008747E0">
    <w:pPr>
      <w:pStyle w:val="Footer"/>
    </w:pPr>
  </w:p>
  <w:p w14:paraId="4BA3B6EA" w14:textId="77777777" w:rsidR="002E4993" w:rsidRPr="00ED2A8D" w:rsidRDefault="002E4993" w:rsidP="008747E0">
    <w:pPr>
      <w:pStyle w:val="Footer"/>
    </w:pPr>
  </w:p>
  <w:p w14:paraId="62AD1821" w14:textId="77777777" w:rsidR="002E4993" w:rsidRPr="00ED2A8D" w:rsidRDefault="002E4993" w:rsidP="008747E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D03481D" w14:textId="77777777" w:rsidR="005B2A91" w:rsidRDefault="005B2A91">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E6E98A7" w14:textId="77777777" w:rsidR="007A72CF" w:rsidRPr="007A72CF" w:rsidRDefault="007A72CF" w:rsidP="007A72CF">
    <w:pPr>
      <w:pStyle w:val="Footer"/>
      <w:rPr>
        <w:sz w:val="15"/>
        <w:szCs w:val="15"/>
      </w:rPr>
    </w:pPr>
  </w:p>
  <w:p w14:paraId="73E333C7" w14:textId="77777777" w:rsidR="007A72CF" w:rsidRDefault="007A72CF" w:rsidP="007A72CF">
    <w:pPr>
      <w:pStyle w:val="Footerportrait"/>
    </w:pPr>
  </w:p>
  <w:p w14:paraId="6E4655E5" w14:textId="77777777" w:rsidR="007A72CF" w:rsidRPr="007A72CF" w:rsidRDefault="00E62428" w:rsidP="007A72CF">
    <w:pPr>
      <w:pStyle w:val="Footerportrait"/>
      <w:rPr>
        <w:rStyle w:val="PageNumber"/>
      </w:rPr>
    </w:pPr>
    <w:fldSimple w:instr=" STYLEREF &quot;Document type&quot; \* MERGEFORMAT ">
      <w:r w:rsidR="0064628C">
        <w:t>IALA RECOMMENDATION</w:t>
      </w:r>
    </w:fldSimple>
    <w:r w:rsidR="007A72CF">
      <w:t xml:space="preserve"> </w:t>
    </w:r>
    <w:r w:rsidR="00DF7041">
      <w:fldChar w:fldCharType="begin"/>
    </w:r>
    <w:r w:rsidR="00DF7041">
      <w:instrText xml:space="preserve"> STYLEREF "Document number" \* MERGEFORMAT </w:instrText>
    </w:r>
    <w:r w:rsidR="00DF7041">
      <w:fldChar w:fldCharType="separate"/>
    </w:r>
    <w:r w:rsidR="0064628C">
      <w:t>E-106</w:t>
    </w:r>
    <w:r w:rsidR="00DF7041">
      <w:fldChar w:fldCharType="end"/>
    </w:r>
    <w:r w:rsidR="00564664">
      <w:t xml:space="preserve"> </w:t>
    </w:r>
    <w:fldSimple w:instr=" STYLEREF &quot;Document name&quot; \* MERGEFORMAT ">
      <w:r w:rsidR="0064628C">
        <w:t>Recommendation on the use of retrorefelcting material on Aids to navigation Marks within the iala maritime buoyage system</w:t>
      </w:r>
    </w:fldSimple>
    <w:r w:rsidR="007A72CF">
      <w:tab/>
    </w:r>
  </w:p>
  <w:p w14:paraId="1B5A3518" w14:textId="77777777" w:rsidR="008608A4" w:rsidRDefault="00DF7041" w:rsidP="007A72CF">
    <w:pPr>
      <w:pStyle w:val="Footerportrait"/>
    </w:pPr>
    <w:r>
      <w:fldChar w:fldCharType="begin"/>
    </w:r>
    <w:r>
      <w:instrText xml:space="preserve"> STYLEREF "Edition number" \* MERGEFORMAT </w:instrText>
    </w:r>
    <w:r>
      <w:fldChar w:fldCharType="separate"/>
    </w:r>
    <w:r w:rsidR="0064628C">
      <w:t>Edition 1.0</w:t>
    </w:r>
    <w:r>
      <w:fldChar w:fldCharType="end"/>
    </w:r>
    <w:r w:rsidR="007A72CF">
      <w:t xml:space="preserve"> </w:t>
    </w:r>
    <w:r>
      <w:fldChar w:fldCharType="begin"/>
    </w:r>
    <w:r>
      <w:instrText xml:space="preserve"> STYLEREF "Document date" \* MERGEFORMAT </w:instrText>
    </w:r>
    <w:r>
      <w:fldChar w:fldCharType="separate"/>
    </w:r>
    <w:r w:rsidR="0064628C">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64628C">
      <w:t>2</w:t>
    </w:r>
    <w:r w:rsidR="007A72CF" w:rsidRPr="007A72CF">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52B16" w14:textId="77777777" w:rsidR="00DF7041" w:rsidRDefault="00DF7041" w:rsidP="003274DB">
      <w:r>
        <w:separator/>
      </w:r>
    </w:p>
    <w:p w14:paraId="1652BA0B" w14:textId="77777777" w:rsidR="00DF7041" w:rsidRDefault="00DF7041"/>
  </w:footnote>
  <w:footnote w:type="continuationSeparator" w:id="0">
    <w:p w14:paraId="7471C8DB" w14:textId="77777777" w:rsidR="00DF7041" w:rsidRDefault="00DF7041" w:rsidP="003274DB">
      <w:r>
        <w:continuationSeparator/>
      </w:r>
    </w:p>
    <w:p w14:paraId="4C335EA3" w14:textId="77777777" w:rsidR="00DF7041" w:rsidRDefault="00DF7041"/>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81758EA" w14:textId="43A0C599" w:rsidR="005B2A91" w:rsidRDefault="005B2A91">
    <w:pPr>
      <w:pStyle w:val="Header"/>
    </w:pPr>
    <w:r>
      <w:rPr>
        <w:noProof/>
      </w:rPr>
      <w:pict w14:anchorId="1596575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79E67F12">
        <v:shape id="PowerPlusWaterMarkObject2" o:spid="_x0000_s2050" type="#_x0000_t136" style="position:absolute;margin-left:0;margin-top:0;width:604.45pt;height:54.95pt;rotation:315;z-index:-251631616;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277BF4C0">
        <v:shape id="PowerPlusWaterMarkObject1" o:spid="_x0000_s2049" type="#_x0000_t136" style="position:absolute;margin-left:0;margin-top:0;width:604.45pt;height:54.95pt;rotation:315;z-index:-251633664;mso-position-horizontal:center;mso-position-horizontal-relative:margin;mso-position-vertical:center;mso-position-vertical-relative:margin" o:allowincell="f" fillcolor="silver" stroked="f">
          <v:textpath style="font-family:&quot;Calibri&quot;;font-size:1pt" string="IALA Working Document"/>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BE9D549" w14:textId="1B4B2968" w:rsidR="002E4993" w:rsidRPr="00ED2A8D" w:rsidRDefault="005B2A91" w:rsidP="002163AE">
    <w:pPr>
      <w:pStyle w:val="Header"/>
      <w:jc w:val="right"/>
    </w:pPr>
    <w:r>
      <w:rPr>
        <w:noProof/>
      </w:rPr>
      <w:pict w14:anchorId="05F4CC3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v:shape>
      </w:pict>
    </w:r>
    <w:r w:rsidR="002E4993" w:rsidRPr="00442889">
      <w:rPr>
        <w:noProof/>
        <w:lang w:val="en-US"/>
      </w:rPr>
      <w:drawing>
        <wp:anchor distT="0" distB="0" distL="114300" distR="114300" simplePos="0" relativeHeight="251657214" behindDoc="1" locked="0" layoutInCell="1" allowOverlap="1" wp14:anchorId="6416BC29" wp14:editId="573D625F">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163AE">
      <w:t>ENG5-9.9</w:t>
    </w:r>
  </w:p>
  <w:p w14:paraId="64A8383F" w14:textId="77777777" w:rsidR="002E4993" w:rsidRPr="00ED2A8D" w:rsidRDefault="002163AE" w:rsidP="002163AE">
    <w:pPr>
      <w:pStyle w:val="Header"/>
      <w:jc w:val="right"/>
    </w:pPr>
    <w:r>
      <w:t>Formerly ENG4-11.2.26</w:t>
    </w:r>
  </w:p>
  <w:p w14:paraId="2482A3DA" w14:textId="77777777" w:rsidR="002E4993" w:rsidRDefault="002E4993" w:rsidP="008747E0">
    <w:pPr>
      <w:pStyle w:val="Header"/>
    </w:pPr>
  </w:p>
  <w:p w14:paraId="42D4A94D" w14:textId="77777777" w:rsidR="002E4993" w:rsidRDefault="002E4993" w:rsidP="008747E0">
    <w:pPr>
      <w:pStyle w:val="Header"/>
    </w:pPr>
  </w:p>
  <w:p w14:paraId="736FD745" w14:textId="77777777" w:rsidR="002E4993" w:rsidRDefault="002E4993" w:rsidP="008747E0">
    <w:pPr>
      <w:pStyle w:val="Header"/>
    </w:pPr>
  </w:p>
  <w:p w14:paraId="24A26C47" w14:textId="77777777" w:rsidR="002E4993" w:rsidRDefault="002E4993" w:rsidP="008747E0">
    <w:pPr>
      <w:pStyle w:val="Header"/>
    </w:pPr>
  </w:p>
  <w:p w14:paraId="06209D2A" w14:textId="77777777" w:rsidR="002E4993" w:rsidRDefault="002E4993" w:rsidP="008747E0">
    <w:pPr>
      <w:pStyle w:val="Header"/>
    </w:pPr>
    <w:r>
      <w:rPr>
        <w:noProof/>
        <w:lang w:val="en-US"/>
      </w:rPr>
      <w:drawing>
        <wp:anchor distT="0" distB="0" distL="114300" distR="114300" simplePos="0" relativeHeight="251656189" behindDoc="1" locked="0" layoutInCell="1" allowOverlap="1" wp14:anchorId="68F3C734" wp14:editId="6B2DF6E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C39FEAB" w14:textId="77777777" w:rsidR="002E4993" w:rsidRPr="00ED2A8D" w:rsidRDefault="002E4993" w:rsidP="008747E0">
    <w:pPr>
      <w:pStyle w:val="Header"/>
    </w:pPr>
  </w:p>
  <w:p w14:paraId="47EBB89E"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F282DE" w14:textId="35B2FAF4" w:rsidR="005B2A91" w:rsidRDefault="005B2A91">
    <w:pPr>
      <w:pStyle w:val="Header"/>
    </w:pPr>
    <w:r>
      <w:rPr>
        <w:noProof/>
      </w:rPr>
      <w:pict w14:anchorId="5F255176">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508B7ACA">
        <v:shape id="PowerPlusWaterMarkObject4" o:spid="_x0000_s2052" type="#_x0000_t136" style="position:absolute;margin-left:0;margin-top:0;width:604.45pt;height:54.95pt;rotation:315;z-index:-251627520;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2BA062AE">
        <v:shape id="PowerPlusWaterMarkObject3" o:spid="_x0000_s2051" type="#_x0000_t136" style="position:absolute;margin-left:0;margin-top:0;width:604.45pt;height:54.95pt;rotation:315;z-index:-251629568;mso-position-horizontal:center;mso-position-horizontal-relative:margin;mso-position-vertical:center;mso-position-vertical-relative:margin" o:allowincell="f" fillcolor="silver" stroked="f">
          <v:textpath style="font-family:&quot;Calibri&quot;;font-size:1pt" string="IALA Working Document"/>
        </v:shape>
      </w:pic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0EF200C" w14:textId="14ADB7A3" w:rsidR="005B2A91" w:rsidRDefault="005B2A91">
    <w:pPr>
      <w:pStyle w:val="Header"/>
    </w:pPr>
    <w:r>
      <w:rPr>
        <w:noProof/>
      </w:rPr>
      <w:pict w14:anchorId="34F0CB2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49868342">
        <v:shape id="PowerPlusWaterMarkObject5" o:spid="_x0000_s2053" type="#_x0000_t136" style="position:absolute;margin-left:0;margin-top:0;width:604.45pt;height:54.95pt;rotation:315;z-index:-251625472;mso-position-horizontal:center;mso-position-horizontal-relative:margin;mso-position-vertical:center;mso-position-vertical-relative:margin" o:allowincell="f" fillcolor="silver" stroked="f">
          <v:textpath style="font-family:&quot;Calibri&quot;;font-size:1pt" string="IALA Working Document"/>
        </v:shape>
      </w:pic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63C15F3" w14:textId="333BD91B" w:rsidR="002E4993" w:rsidRPr="00ED2A8D" w:rsidRDefault="005B2A91" w:rsidP="008747E0">
    <w:pPr>
      <w:pStyle w:val="Header"/>
    </w:pPr>
    <w:r>
      <w:rPr>
        <w:noProof/>
      </w:rPr>
      <w:pict w14:anchorId="593A78D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v:shape>
      </w:pict>
    </w:r>
    <w:r w:rsidR="002E4993">
      <w:rPr>
        <w:noProof/>
        <w:lang w:val="en-US"/>
      </w:rPr>
      <w:drawing>
        <wp:anchor distT="0" distB="0" distL="114300" distR="114300" simplePos="0" relativeHeight="251658752" behindDoc="1" locked="0" layoutInCell="1" allowOverlap="1" wp14:anchorId="6BFBF08C" wp14:editId="3B481F13">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22D935" w14:textId="77777777" w:rsidR="002E4993" w:rsidRPr="00ED2A8D" w:rsidRDefault="002E4993" w:rsidP="008747E0">
    <w:pPr>
      <w:pStyle w:val="Header"/>
    </w:pPr>
  </w:p>
  <w:p w14:paraId="75F37621" w14:textId="77777777" w:rsidR="002E4993" w:rsidRDefault="002E4993" w:rsidP="008747E0">
    <w:pPr>
      <w:pStyle w:val="Header"/>
    </w:pPr>
  </w:p>
  <w:p w14:paraId="1807D2D1" w14:textId="77777777" w:rsidR="002E4993" w:rsidRDefault="002E4993" w:rsidP="008747E0">
    <w:pPr>
      <w:pStyle w:val="Header"/>
    </w:pPr>
  </w:p>
  <w:p w14:paraId="7F2F5518" w14:textId="77777777" w:rsidR="002E4993" w:rsidRDefault="002E4993" w:rsidP="008747E0">
    <w:pPr>
      <w:pStyle w:val="Header"/>
    </w:pPr>
  </w:p>
  <w:p w14:paraId="55E06A43" w14:textId="77777777" w:rsidR="002E4993" w:rsidRPr="00441393" w:rsidRDefault="002E4993" w:rsidP="00441393">
    <w:pPr>
      <w:pStyle w:val="Contents"/>
    </w:pPr>
    <w:r>
      <w:t>DOCUMENT REVISION</w:t>
    </w:r>
  </w:p>
  <w:p w14:paraId="1D595F96" w14:textId="77777777" w:rsidR="002E4993" w:rsidRPr="00ED2A8D" w:rsidRDefault="002E4993" w:rsidP="008747E0">
    <w:pPr>
      <w:pStyle w:val="Header"/>
    </w:pPr>
  </w:p>
  <w:p w14:paraId="08B4CFC4"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8C3BE7" w14:textId="17D156FF" w:rsidR="005B2A91" w:rsidRDefault="005B2A91">
    <w:pPr>
      <w:pStyle w:val="Header"/>
    </w:pPr>
    <w:r>
      <w:rPr>
        <w:noProof/>
      </w:rPr>
      <w:pict w14:anchorId="0D15C91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7048F31E">
        <v:shape id="PowerPlusWaterMarkObject7" o:spid="_x0000_s2055" type="#_x0000_t136" style="position:absolute;margin-left:0;margin-top:0;width:604.45pt;height:54.95pt;rotation:315;z-index:-251621376;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6AEEF4D8">
        <v:shape id="PowerPlusWaterMarkObject6" o:spid="_x0000_s2054" type="#_x0000_t136" style="position:absolute;margin-left:0;margin-top:0;width:604.45pt;height:54.95pt;rotation:315;z-index:-251623424;mso-position-horizontal:center;mso-position-horizontal-relative:margin;mso-position-vertical:center;mso-position-vertical-relative:margin" o:allowincell="f" fillcolor="silver" stroked="f">
          <v:textpath style="font-family:&quot;Calibri&quot;;font-size:1pt" string="IALA Working Document"/>
        </v:shape>
      </w:pic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F1BEFEF" w14:textId="6C5DED46" w:rsidR="005B2A91" w:rsidRDefault="005B2A91">
    <w:pPr>
      <w:pStyle w:val="Header"/>
    </w:pPr>
    <w:r>
      <w:rPr>
        <w:noProof/>
      </w:rPr>
      <w:pict w14:anchorId="0318E03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1751B23B">
        <v:shape id="PowerPlusWaterMarkObject8" o:spid="_x0000_s2056" type="#_x0000_t136" style="position:absolute;margin-left:0;margin-top:0;width:604.45pt;height:54.95pt;rotation:315;z-index:-251619328;mso-position-horizontal:center;mso-position-horizontal-relative:margin;mso-position-vertical:center;mso-position-vertical-relative:margin" o:allowincell="f" fillcolor="silver" stroked="f">
          <v:textpath style="font-family:&quot;Calibri&quot;;font-size:1pt" string="IALA Working Document"/>
        </v:shape>
      </w:pic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B1F731B" w14:textId="061C153A" w:rsidR="002E4993" w:rsidRPr="00667792" w:rsidRDefault="005B2A91" w:rsidP="00667792">
    <w:pPr>
      <w:pStyle w:val="Header"/>
    </w:pPr>
    <w:r>
      <w:rPr>
        <w:noProof/>
      </w:rPr>
      <w:pict w14:anchorId="30A0063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v:shape>
      </w:pict>
    </w:r>
    <w:r w:rsidR="002E4993">
      <w:rPr>
        <w:noProof/>
        <w:lang w:val="en-US"/>
      </w:rPr>
      <w:drawing>
        <wp:anchor distT="0" distB="0" distL="114300" distR="114300" simplePos="0" relativeHeight="251680768" behindDoc="1" locked="0" layoutInCell="1" allowOverlap="1" wp14:anchorId="58DCEB40" wp14:editId="2E39DDCD">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5EC512D" w14:textId="0379FEBB" w:rsidR="005B2A91" w:rsidRDefault="005B2A91">
    <w:pPr>
      <w:pStyle w:val="Header"/>
    </w:pPr>
    <w:r>
      <w:rPr>
        <w:noProof/>
      </w:rPr>
      <w:pict w14:anchorId="1E14151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v:shape>
      </w:pict>
    </w:r>
    <w:r>
      <w:rPr>
        <w:noProof/>
      </w:rPr>
      <w:pict w14:anchorId="2D7E0C30">
        <v:shape id="PowerPlusWaterMarkObject9" o:spid="_x0000_s2057"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98286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9E1C90"/>
    <w:lvl w:ilvl="0">
      <w:start w:val="1"/>
      <w:numFmt w:val="decimal"/>
      <w:lvlText w:val="%1."/>
      <w:lvlJc w:val="left"/>
      <w:pPr>
        <w:tabs>
          <w:tab w:val="num" w:pos="1800"/>
        </w:tabs>
        <w:ind w:left="1800" w:hanging="360"/>
      </w:pPr>
    </w:lvl>
  </w:abstractNum>
  <w:abstractNum w:abstractNumId="2">
    <w:nsid w:val="FFFFFF7D"/>
    <w:multiLevelType w:val="singleLevel"/>
    <w:tmpl w:val="1CC6385C"/>
    <w:lvl w:ilvl="0">
      <w:start w:val="1"/>
      <w:numFmt w:val="decimal"/>
      <w:lvlText w:val="%1."/>
      <w:lvlJc w:val="left"/>
      <w:pPr>
        <w:tabs>
          <w:tab w:val="num" w:pos="1440"/>
        </w:tabs>
        <w:ind w:left="1440" w:hanging="360"/>
      </w:pPr>
    </w:lvl>
  </w:abstractNum>
  <w:abstractNum w:abstractNumId="3">
    <w:nsid w:val="FFFFFF7F"/>
    <w:multiLevelType w:val="singleLevel"/>
    <w:tmpl w:val="4BD4723A"/>
    <w:lvl w:ilvl="0">
      <w:start w:val="1"/>
      <w:numFmt w:val="decimal"/>
      <w:lvlText w:val="%1."/>
      <w:lvlJc w:val="left"/>
      <w:pPr>
        <w:tabs>
          <w:tab w:val="num" w:pos="720"/>
        </w:tabs>
        <w:ind w:left="720" w:hanging="360"/>
      </w:pPr>
    </w:lvl>
  </w:abstractNum>
  <w:abstractNum w:abstractNumId="4">
    <w:nsid w:val="FFFFFF80"/>
    <w:multiLevelType w:val="singleLevel"/>
    <w:tmpl w:val="6C8466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3EC9CF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DA65EA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802CA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889F5E"/>
    <w:lvl w:ilvl="0">
      <w:start w:val="1"/>
      <w:numFmt w:val="decimal"/>
      <w:lvlText w:val="%1."/>
      <w:lvlJc w:val="left"/>
      <w:pPr>
        <w:tabs>
          <w:tab w:val="num" w:pos="360"/>
        </w:tabs>
        <w:ind w:left="360" w:hanging="360"/>
      </w:pPr>
    </w:lvl>
  </w:abstractNum>
  <w:abstractNum w:abstractNumId="9">
    <w:nsid w:val="FFFFFF89"/>
    <w:multiLevelType w:val="singleLevel"/>
    <w:tmpl w:val="848207B0"/>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0"/>
  </w:num>
  <w:num w:numId="4">
    <w:abstractNumId w:val="13"/>
  </w:num>
  <w:num w:numId="5">
    <w:abstractNumId w:val="19"/>
  </w:num>
  <w:num w:numId="6">
    <w:abstractNumId w:val="11"/>
  </w:num>
  <w:num w:numId="7">
    <w:abstractNumId w:val="14"/>
  </w:num>
  <w:num w:numId="8">
    <w:abstractNumId w:val="24"/>
  </w:num>
  <w:num w:numId="9">
    <w:abstractNumId w:val="28"/>
  </w:num>
  <w:num w:numId="10">
    <w:abstractNumId w:val="26"/>
  </w:num>
  <w:num w:numId="11">
    <w:abstractNumId w:val="25"/>
  </w:num>
  <w:num w:numId="12">
    <w:abstractNumId w:val="23"/>
  </w:num>
  <w:num w:numId="13">
    <w:abstractNumId w:val="16"/>
  </w:num>
  <w:num w:numId="14">
    <w:abstractNumId w:val="27"/>
  </w:num>
  <w:num w:numId="15">
    <w:abstractNumId w:val="10"/>
  </w:num>
  <w:num w:numId="16">
    <w:abstractNumId w:val="21"/>
  </w:num>
  <w:num w:numId="17">
    <w:abstractNumId w:val="17"/>
  </w:num>
  <w:num w:numId="18">
    <w:abstractNumId w:val="18"/>
  </w:num>
  <w:num w:numId="19">
    <w:abstractNumId w:val="15"/>
  </w:num>
  <w:num w:numId="20">
    <w:abstractNumId w:val="31"/>
  </w:num>
  <w:num w:numId="21">
    <w:abstractNumId w:val="29"/>
  </w:num>
  <w:num w:numId="22">
    <w:abstractNumId w:val="30"/>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IdMacAtCleanup w:val="2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3AE"/>
    <w:rsid w:val="000174F9"/>
    <w:rsid w:val="000258F6"/>
    <w:rsid w:val="000379A7"/>
    <w:rsid w:val="00040EB8"/>
    <w:rsid w:val="00055311"/>
    <w:rsid w:val="00057B6D"/>
    <w:rsid w:val="00060C0C"/>
    <w:rsid w:val="00061A7B"/>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61325"/>
    <w:rsid w:val="00166C2E"/>
    <w:rsid w:val="001875B1"/>
    <w:rsid w:val="001B7940"/>
    <w:rsid w:val="001C16E6"/>
    <w:rsid w:val="001D4A3E"/>
    <w:rsid w:val="001E416D"/>
    <w:rsid w:val="00201337"/>
    <w:rsid w:val="002022EA"/>
    <w:rsid w:val="00205B17"/>
    <w:rsid w:val="00205D9B"/>
    <w:rsid w:val="002163AE"/>
    <w:rsid w:val="002204DA"/>
    <w:rsid w:val="0022371A"/>
    <w:rsid w:val="002520AD"/>
    <w:rsid w:val="002547CB"/>
    <w:rsid w:val="00257DF8"/>
    <w:rsid w:val="00257E4A"/>
    <w:rsid w:val="0027175D"/>
    <w:rsid w:val="002E4993"/>
    <w:rsid w:val="002E5BAC"/>
    <w:rsid w:val="002E7635"/>
    <w:rsid w:val="002F265A"/>
    <w:rsid w:val="002F40FA"/>
    <w:rsid w:val="00305EFE"/>
    <w:rsid w:val="00312966"/>
    <w:rsid w:val="00313D85"/>
    <w:rsid w:val="00315CE3"/>
    <w:rsid w:val="00316598"/>
    <w:rsid w:val="003251FE"/>
    <w:rsid w:val="003274DB"/>
    <w:rsid w:val="00327FBF"/>
    <w:rsid w:val="00336410"/>
    <w:rsid w:val="003569B3"/>
    <w:rsid w:val="0036382D"/>
    <w:rsid w:val="00380350"/>
    <w:rsid w:val="00380B4E"/>
    <w:rsid w:val="003816E4"/>
    <w:rsid w:val="003A7759"/>
    <w:rsid w:val="003B03EA"/>
    <w:rsid w:val="003B5C7C"/>
    <w:rsid w:val="003C7C34"/>
    <w:rsid w:val="003D0F37"/>
    <w:rsid w:val="003D49C0"/>
    <w:rsid w:val="003D5150"/>
    <w:rsid w:val="003F1C3A"/>
    <w:rsid w:val="00405755"/>
    <w:rsid w:val="00441393"/>
    <w:rsid w:val="0044753A"/>
    <w:rsid w:val="00447CF0"/>
    <w:rsid w:val="00456EE9"/>
    <w:rsid w:val="00456F10"/>
    <w:rsid w:val="00492A8D"/>
    <w:rsid w:val="004B518C"/>
    <w:rsid w:val="004D24EC"/>
    <w:rsid w:val="004E1D57"/>
    <w:rsid w:val="004E2F16"/>
    <w:rsid w:val="004E709D"/>
    <w:rsid w:val="00503044"/>
    <w:rsid w:val="00523040"/>
    <w:rsid w:val="00526234"/>
    <w:rsid w:val="005378B8"/>
    <w:rsid w:val="00557434"/>
    <w:rsid w:val="005629E8"/>
    <w:rsid w:val="00564664"/>
    <w:rsid w:val="0059159F"/>
    <w:rsid w:val="00595415"/>
    <w:rsid w:val="00597652"/>
    <w:rsid w:val="005A080B"/>
    <w:rsid w:val="005B12A5"/>
    <w:rsid w:val="005B2A91"/>
    <w:rsid w:val="005C161A"/>
    <w:rsid w:val="005C1BCB"/>
    <w:rsid w:val="005C2312"/>
    <w:rsid w:val="005C4735"/>
    <w:rsid w:val="005C5C63"/>
    <w:rsid w:val="005D304B"/>
    <w:rsid w:val="005E3989"/>
    <w:rsid w:val="005E4659"/>
    <w:rsid w:val="005F1386"/>
    <w:rsid w:val="005F17C2"/>
    <w:rsid w:val="006127AC"/>
    <w:rsid w:val="00634A78"/>
    <w:rsid w:val="00642025"/>
    <w:rsid w:val="0064628C"/>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C3053"/>
    <w:rsid w:val="006E0E7D"/>
    <w:rsid w:val="006E2635"/>
    <w:rsid w:val="006F1C14"/>
    <w:rsid w:val="007077EC"/>
    <w:rsid w:val="0072737A"/>
    <w:rsid w:val="00731DEE"/>
    <w:rsid w:val="0074389F"/>
    <w:rsid w:val="00747FEB"/>
    <w:rsid w:val="00755B03"/>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608A4"/>
    <w:rsid w:val="00865532"/>
    <w:rsid w:val="008737D3"/>
    <w:rsid w:val="008747E0"/>
    <w:rsid w:val="00876841"/>
    <w:rsid w:val="00885E37"/>
    <w:rsid w:val="008972C3"/>
    <w:rsid w:val="008B237E"/>
    <w:rsid w:val="008C33B5"/>
    <w:rsid w:val="008D017F"/>
    <w:rsid w:val="008E1F69"/>
    <w:rsid w:val="008E59A3"/>
    <w:rsid w:val="008F57D8"/>
    <w:rsid w:val="00902834"/>
    <w:rsid w:val="009069AA"/>
    <w:rsid w:val="00914E26"/>
    <w:rsid w:val="0091590F"/>
    <w:rsid w:val="00920B0A"/>
    <w:rsid w:val="0092540C"/>
    <w:rsid w:val="00925E0F"/>
    <w:rsid w:val="00931A57"/>
    <w:rsid w:val="009414E6"/>
    <w:rsid w:val="00971591"/>
    <w:rsid w:val="00974564"/>
    <w:rsid w:val="00974E99"/>
    <w:rsid w:val="009764FA"/>
    <w:rsid w:val="00980192"/>
    <w:rsid w:val="00994A35"/>
    <w:rsid w:val="00994D97"/>
    <w:rsid w:val="009A0F4C"/>
    <w:rsid w:val="009B5154"/>
    <w:rsid w:val="009B7182"/>
    <w:rsid w:val="009B785E"/>
    <w:rsid w:val="009C26F8"/>
    <w:rsid w:val="009C3A74"/>
    <w:rsid w:val="009C609E"/>
    <w:rsid w:val="009E16EC"/>
    <w:rsid w:val="009E4A4D"/>
    <w:rsid w:val="009F081F"/>
    <w:rsid w:val="00A03543"/>
    <w:rsid w:val="00A03CFD"/>
    <w:rsid w:val="00A13E56"/>
    <w:rsid w:val="00A24838"/>
    <w:rsid w:val="00A4308C"/>
    <w:rsid w:val="00A549B3"/>
    <w:rsid w:val="00A70F46"/>
    <w:rsid w:val="00A72ED7"/>
    <w:rsid w:val="00A90D86"/>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9016D"/>
    <w:rsid w:val="00B9212C"/>
    <w:rsid w:val="00BA0F98"/>
    <w:rsid w:val="00BA1517"/>
    <w:rsid w:val="00BA525E"/>
    <w:rsid w:val="00BA67FD"/>
    <w:rsid w:val="00BA7C48"/>
    <w:rsid w:val="00BB603C"/>
    <w:rsid w:val="00BC27F6"/>
    <w:rsid w:val="00BC39F4"/>
    <w:rsid w:val="00BD0748"/>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700C"/>
    <w:rsid w:val="00D40847"/>
    <w:rsid w:val="00D653B1"/>
    <w:rsid w:val="00D65EF9"/>
    <w:rsid w:val="00D74AE1"/>
    <w:rsid w:val="00D865A8"/>
    <w:rsid w:val="00D92C2D"/>
    <w:rsid w:val="00DA0837"/>
    <w:rsid w:val="00DA09DA"/>
    <w:rsid w:val="00DA17CD"/>
    <w:rsid w:val="00DB25B3"/>
    <w:rsid w:val="00DD1DE5"/>
    <w:rsid w:val="00DE0893"/>
    <w:rsid w:val="00DE2814"/>
    <w:rsid w:val="00DF68EA"/>
    <w:rsid w:val="00DF7041"/>
    <w:rsid w:val="00E01272"/>
    <w:rsid w:val="00E03846"/>
    <w:rsid w:val="00E07C54"/>
    <w:rsid w:val="00E20A7D"/>
    <w:rsid w:val="00E27A2F"/>
    <w:rsid w:val="00E42A94"/>
    <w:rsid w:val="00E458BF"/>
    <w:rsid w:val="00E62428"/>
    <w:rsid w:val="00E706E7"/>
    <w:rsid w:val="00E84229"/>
    <w:rsid w:val="00E90E4E"/>
    <w:rsid w:val="00E9391E"/>
    <w:rsid w:val="00EA1052"/>
    <w:rsid w:val="00EA218F"/>
    <w:rsid w:val="00EA4F29"/>
    <w:rsid w:val="00EA5F83"/>
    <w:rsid w:val="00EA6F9D"/>
    <w:rsid w:val="00EB37AF"/>
    <w:rsid w:val="00EB6F3C"/>
    <w:rsid w:val="00EC1E2C"/>
    <w:rsid w:val="00EC35DD"/>
    <w:rsid w:val="00ED0CF1"/>
    <w:rsid w:val="00ED2A8D"/>
    <w:rsid w:val="00ED4039"/>
    <w:rsid w:val="00ED7E29"/>
    <w:rsid w:val="00EE54CB"/>
    <w:rsid w:val="00EF1C54"/>
    <w:rsid w:val="00EF3A7B"/>
    <w:rsid w:val="00EF404B"/>
    <w:rsid w:val="00EF6243"/>
    <w:rsid w:val="00F00376"/>
    <w:rsid w:val="00F157E2"/>
    <w:rsid w:val="00F527AC"/>
    <w:rsid w:val="00F575BD"/>
    <w:rsid w:val="00F61D83"/>
    <w:rsid w:val="00F65DD1"/>
    <w:rsid w:val="00F707B3"/>
    <w:rsid w:val="00F71135"/>
    <w:rsid w:val="00F83A53"/>
    <w:rsid w:val="00F90461"/>
    <w:rsid w:val="00F905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145366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8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6"/>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22"/>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qFormat/>
    <w:rsid w:val="00DA0837"/>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A0837"/>
    <w:pPr>
      <w:spacing w:after="120" w:line="240" w:lineRule="auto"/>
      <w:ind w:left="567"/>
      <w:jc w:val="both"/>
    </w:pPr>
    <w:rPr>
      <w:rFonts w:eastAsia="Times New Roman" w:cs="Times New Roman"/>
      <w:sz w:val="22"/>
      <w:szCs w:val="20"/>
      <w:lang w:eastAsia="en-GB"/>
    </w:rPr>
  </w:style>
  <w:style w:type="paragraph" w:customStyle="1" w:styleId="Acronym">
    <w:name w:val="Acronym"/>
    <w:basedOn w:val="Normal"/>
    <w:qFormat/>
    <w:rsid w:val="00BB603C"/>
    <w:pPr>
      <w:spacing w:after="60"/>
      <w:ind w:left="1418" w:hanging="141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9" Type="http://schemas.microsoft.com/office/2011/relationships/commentsExtended" Target="commentsExtended.xml"/><Relationship Id="rId20" Type="http://schemas.openxmlformats.org/officeDocument/2006/relationships/image" Target="media/image5.png"/><Relationship Id="rId21" Type="http://schemas.openxmlformats.org/officeDocument/2006/relationships/image" Target="media/image6.png"/><Relationship Id="rId22" Type="http://schemas.openxmlformats.org/officeDocument/2006/relationships/image" Target="media/image7.png"/><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fontTable" Target="fontTable.xml"/><Relationship Id="rId27" Type="http://schemas.microsoft.com/office/2011/relationships/people" Target="people.xml"/><Relationship Id="rId28"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header" Target="header4.xml"/><Relationship Id="rId17" Type="http://schemas.openxmlformats.org/officeDocument/2006/relationships/header" Target="header5.xml"/><Relationship Id="rId18" Type="http://schemas.openxmlformats.org/officeDocument/2006/relationships/footer" Target="footer4.xml"/><Relationship Id="rId19" Type="http://schemas.openxmlformats.org/officeDocument/2006/relationships/header" Target="header6.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ike/Desktop/IALA%20Recommendation%20template%2013Jul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82D7C-A3DA-5849-B6A4-2D55FCEBA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Recommendation template 13Jul16.dotx</Template>
  <TotalTime>17</TotalTime>
  <Pages>7</Pages>
  <Words>769</Words>
  <Characters>4386</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5145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Michael Hadley</cp:lastModifiedBy>
  <cp:revision>9</cp:revision>
  <dcterms:created xsi:type="dcterms:W3CDTF">2016-07-12T16:10:00Z</dcterms:created>
  <dcterms:modified xsi:type="dcterms:W3CDTF">2016-07-12T16:42:00Z</dcterms:modified>
  <cp:category/>
</cp:coreProperties>
</file>